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3A9" w:rsidRPr="00A46A0D" w:rsidRDefault="00DD03A9" w:rsidP="002468DC">
      <w:pPr>
        <w:jc w:val="center"/>
      </w:pPr>
      <w:r>
        <w:t>ЗАКОН УЛЬЯНОВСКОЙ ОБЛАСТИ</w:t>
      </w:r>
    </w:p>
    <w:p w:rsidR="00DD03A9" w:rsidRDefault="00DD03A9" w:rsidP="00AF422B">
      <w:pPr>
        <w:rPr>
          <w:b/>
          <w:bCs/>
          <w:sz w:val="32"/>
          <w:szCs w:val="32"/>
        </w:rPr>
      </w:pPr>
    </w:p>
    <w:p w:rsidR="00DD03A9" w:rsidRDefault="00DD03A9" w:rsidP="00AF422B">
      <w:pPr>
        <w:rPr>
          <w:b/>
          <w:bCs/>
          <w:sz w:val="32"/>
          <w:szCs w:val="32"/>
        </w:rPr>
      </w:pPr>
    </w:p>
    <w:p w:rsidR="00DD03A9" w:rsidRDefault="00DD03A9" w:rsidP="00AF422B">
      <w:pPr>
        <w:rPr>
          <w:b/>
          <w:bCs/>
          <w:sz w:val="32"/>
          <w:szCs w:val="32"/>
        </w:rPr>
      </w:pPr>
    </w:p>
    <w:p w:rsidR="00DD03A9" w:rsidRDefault="00DD03A9" w:rsidP="00AF422B">
      <w:pPr>
        <w:rPr>
          <w:b/>
          <w:bCs/>
          <w:sz w:val="32"/>
          <w:szCs w:val="32"/>
        </w:rPr>
      </w:pPr>
    </w:p>
    <w:p w:rsidR="00DD03A9" w:rsidRPr="00CD2263" w:rsidRDefault="00DD03A9" w:rsidP="00AF422B">
      <w:pPr>
        <w:rPr>
          <w:b/>
          <w:bCs/>
          <w:sz w:val="32"/>
          <w:szCs w:val="32"/>
        </w:rPr>
      </w:pPr>
    </w:p>
    <w:p w:rsidR="00DD03A9" w:rsidRDefault="00DD03A9" w:rsidP="00CD2263">
      <w:pPr>
        <w:jc w:val="center"/>
        <w:rPr>
          <w:b/>
          <w:bCs/>
          <w:sz w:val="28"/>
          <w:szCs w:val="28"/>
        </w:rPr>
      </w:pPr>
      <w:r w:rsidRPr="00CD2263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правовом регулировании отдельных вопросов, связанных с участием Ульяновской области</w:t>
      </w:r>
      <w:r w:rsidRPr="00CD2263">
        <w:rPr>
          <w:b/>
          <w:bCs/>
          <w:sz w:val="28"/>
          <w:szCs w:val="28"/>
        </w:rPr>
        <w:t xml:space="preserve"> в соглашениях о государственно-частном партнёрстве </w:t>
      </w:r>
    </w:p>
    <w:p w:rsidR="00DD03A9" w:rsidRPr="00CD2263" w:rsidRDefault="00DD03A9" w:rsidP="00CD2263">
      <w:pPr>
        <w:jc w:val="center"/>
        <w:rPr>
          <w:b/>
          <w:bCs/>
          <w:sz w:val="28"/>
          <w:szCs w:val="28"/>
        </w:rPr>
      </w:pPr>
      <w:r w:rsidRPr="00CD2263">
        <w:rPr>
          <w:b/>
          <w:bCs/>
          <w:sz w:val="28"/>
          <w:szCs w:val="28"/>
        </w:rPr>
        <w:t>и концессионных соглашениях</w:t>
      </w:r>
    </w:p>
    <w:p w:rsidR="00DD03A9" w:rsidRPr="00A1181B" w:rsidRDefault="00DD03A9" w:rsidP="00245F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03A9" w:rsidRDefault="00DD03A9" w:rsidP="00245F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03A9" w:rsidRPr="0035695F" w:rsidRDefault="00DD03A9" w:rsidP="003569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26 мая 2016 года</w:t>
      </w:r>
    </w:p>
    <w:p w:rsidR="00DD03A9" w:rsidRDefault="00DD03A9" w:rsidP="00245F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03A9" w:rsidRDefault="00DD03A9" w:rsidP="00245F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03A9" w:rsidRPr="00A1181B" w:rsidRDefault="00DD03A9" w:rsidP="00245F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03A9" w:rsidRPr="00764E64" w:rsidRDefault="00DD03A9" w:rsidP="008C0FA0">
      <w:pPr>
        <w:ind w:firstLine="709"/>
        <w:jc w:val="both"/>
        <w:rPr>
          <w:b/>
          <w:bCs/>
          <w:sz w:val="28"/>
          <w:szCs w:val="28"/>
        </w:rPr>
      </w:pPr>
      <w:r w:rsidRPr="00764E64">
        <w:rPr>
          <w:sz w:val="28"/>
          <w:szCs w:val="28"/>
        </w:rPr>
        <w:t>Статья 1.</w:t>
      </w:r>
      <w:r w:rsidRPr="00764E64">
        <w:rPr>
          <w:b/>
          <w:bCs/>
          <w:sz w:val="28"/>
          <w:szCs w:val="28"/>
        </w:rPr>
        <w:t xml:space="preserve"> Предмет </w:t>
      </w:r>
      <w:r>
        <w:rPr>
          <w:b/>
          <w:bCs/>
          <w:sz w:val="28"/>
          <w:szCs w:val="28"/>
        </w:rPr>
        <w:t xml:space="preserve">правового </w:t>
      </w:r>
      <w:r w:rsidRPr="00764E64">
        <w:rPr>
          <w:b/>
          <w:bCs/>
          <w:sz w:val="28"/>
          <w:szCs w:val="28"/>
        </w:rPr>
        <w:t>регулирования настоящего Закона</w:t>
      </w:r>
    </w:p>
    <w:p w:rsidR="00DD03A9" w:rsidRPr="00764E64" w:rsidRDefault="00DD03A9" w:rsidP="008C0FA0">
      <w:pPr>
        <w:ind w:firstLine="709"/>
        <w:jc w:val="both"/>
        <w:rPr>
          <w:b/>
          <w:bCs/>
          <w:sz w:val="28"/>
          <w:szCs w:val="28"/>
        </w:rPr>
      </w:pPr>
    </w:p>
    <w:p w:rsidR="00DD03A9" w:rsidRPr="00764E64" w:rsidRDefault="00DD03A9" w:rsidP="008C0FA0">
      <w:pPr>
        <w:ind w:firstLine="709"/>
        <w:jc w:val="both"/>
        <w:rPr>
          <w:b/>
          <w:bCs/>
          <w:sz w:val="28"/>
          <w:szCs w:val="28"/>
        </w:rPr>
      </w:pPr>
    </w:p>
    <w:p w:rsidR="00DD03A9" w:rsidRDefault="00DD03A9" w:rsidP="008C0FA0">
      <w:pPr>
        <w:spacing w:line="360" w:lineRule="auto"/>
        <w:ind w:firstLine="709"/>
        <w:jc w:val="both"/>
        <w:rPr>
          <w:sz w:val="28"/>
          <w:szCs w:val="28"/>
        </w:rPr>
      </w:pPr>
      <w:r w:rsidRPr="00764E64">
        <w:rPr>
          <w:sz w:val="28"/>
          <w:szCs w:val="28"/>
        </w:rPr>
        <w:t xml:space="preserve">Настоящий Закон </w:t>
      </w:r>
      <w:r>
        <w:rPr>
          <w:sz w:val="28"/>
          <w:szCs w:val="28"/>
        </w:rPr>
        <w:t xml:space="preserve">в случаях и пределах, предусмотренных законодательством Российской Федерации о </w:t>
      </w:r>
      <w:r w:rsidRPr="00764E64">
        <w:rPr>
          <w:sz w:val="28"/>
          <w:szCs w:val="28"/>
        </w:rPr>
        <w:t>государственно-частном</w:t>
      </w:r>
      <w:r>
        <w:rPr>
          <w:sz w:val="28"/>
          <w:szCs w:val="28"/>
        </w:rPr>
        <w:t xml:space="preserve"> партнёрстве, муниципально-частном</w:t>
      </w:r>
      <w:r w:rsidRPr="00764E64">
        <w:rPr>
          <w:sz w:val="28"/>
          <w:szCs w:val="28"/>
        </w:rPr>
        <w:t xml:space="preserve"> партнёр</w:t>
      </w:r>
      <w:r>
        <w:rPr>
          <w:sz w:val="28"/>
          <w:szCs w:val="28"/>
        </w:rPr>
        <w:t xml:space="preserve">стве и о концессионных соглашениях, регулирует отношения, связанные с участием Ульяновской области в соглашениях о </w:t>
      </w:r>
      <w:r w:rsidRPr="00764E64">
        <w:rPr>
          <w:sz w:val="28"/>
          <w:szCs w:val="28"/>
        </w:rPr>
        <w:t>государственно-частном партнёр</w:t>
      </w:r>
      <w:r>
        <w:rPr>
          <w:sz w:val="28"/>
          <w:szCs w:val="28"/>
        </w:rPr>
        <w:t>стве и в концессионных соглашениях.</w:t>
      </w:r>
    </w:p>
    <w:p w:rsidR="00DD03A9" w:rsidRPr="008C0FA0" w:rsidRDefault="00DD03A9" w:rsidP="008C0FA0">
      <w:pPr>
        <w:jc w:val="both"/>
        <w:rPr>
          <w:sz w:val="16"/>
          <w:szCs w:val="28"/>
        </w:rPr>
      </w:pPr>
    </w:p>
    <w:p w:rsidR="00DD03A9" w:rsidRPr="008C0FA0" w:rsidRDefault="00DD03A9" w:rsidP="008C0FA0">
      <w:pPr>
        <w:jc w:val="both"/>
        <w:rPr>
          <w:sz w:val="28"/>
          <w:szCs w:val="28"/>
        </w:rPr>
      </w:pPr>
    </w:p>
    <w:p w:rsidR="00DD03A9" w:rsidRPr="00E642D8" w:rsidRDefault="00DD03A9" w:rsidP="008C0FA0">
      <w:pPr>
        <w:ind w:left="2410" w:hanging="1701"/>
        <w:jc w:val="both"/>
        <w:rPr>
          <w:b/>
          <w:bCs/>
          <w:sz w:val="28"/>
          <w:szCs w:val="28"/>
        </w:rPr>
      </w:pPr>
      <w:r w:rsidRPr="00764E64">
        <w:rPr>
          <w:sz w:val="28"/>
          <w:szCs w:val="28"/>
        </w:rPr>
        <w:t>Статья 2.</w:t>
      </w:r>
      <w:r w:rsidRPr="00764E64">
        <w:rPr>
          <w:b/>
          <w:bCs/>
          <w:sz w:val="28"/>
          <w:szCs w:val="28"/>
        </w:rPr>
        <w:t xml:space="preserve"> Участие Ульяновской области в соглашениях о государственно-частном партнёрстве</w:t>
      </w:r>
    </w:p>
    <w:p w:rsidR="00DD03A9" w:rsidRPr="00E642D8" w:rsidRDefault="00DD03A9" w:rsidP="008C0FA0">
      <w:pPr>
        <w:jc w:val="both"/>
        <w:rPr>
          <w:b/>
          <w:bCs/>
          <w:sz w:val="28"/>
          <w:szCs w:val="28"/>
        </w:rPr>
      </w:pPr>
    </w:p>
    <w:p w:rsidR="00DD03A9" w:rsidRPr="00E642D8" w:rsidRDefault="00DD03A9" w:rsidP="008C0FA0">
      <w:pPr>
        <w:jc w:val="both"/>
        <w:rPr>
          <w:b/>
          <w:bCs/>
          <w:sz w:val="28"/>
          <w:szCs w:val="28"/>
        </w:rPr>
      </w:pPr>
    </w:p>
    <w:p w:rsidR="00DD03A9" w:rsidRPr="00E642D8" w:rsidRDefault="00DD03A9" w:rsidP="008C0FA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F290E">
        <w:rPr>
          <w:sz w:val="28"/>
          <w:szCs w:val="28"/>
        </w:rPr>
        <w:t>1. От имени Ульяновской области как публичного партнёра в соглашениях о государственно-частном партнёрстве выступает уполномоченный</w:t>
      </w:r>
      <w:r w:rsidRPr="00B8173D">
        <w:rPr>
          <w:sz w:val="28"/>
          <w:szCs w:val="28"/>
        </w:rPr>
        <w:t xml:space="preserve"> Правительством Ульяновской области исполнительный орган государственной власти Ульяновской области, осуществляющий государственное управление </w:t>
      </w:r>
      <w:r>
        <w:rPr>
          <w:sz w:val="28"/>
          <w:szCs w:val="28"/>
        </w:rPr>
        <w:br/>
      </w:r>
      <w:r w:rsidRPr="00B8173D">
        <w:rPr>
          <w:sz w:val="28"/>
          <w:szCs w:val="28"/>
        </w:rPr>
        <w:t xml:space="preserve">в той сфере деятельности, для осуществления которой предназначен объект соглашения о государственно-частном партнёрстве (далее – исполнительный орган государственной власти Ульяновской </w:t>
      </w:r>
      <w:r w:rsidRPr="006F6690">
        <w:rPr>
          <w:sz w:val="28"/>
          <w:szCs w:val="28"/>
        </w:rPr>
        <w:t>области, уполномоченный выступать от имени публичного партнёра).</w:t>
      </w:r>
      <w:r w:rsidRPr="00E642D8">
        <w:rPr>
          <w:sz w:val="28"/>
          <w:szCs w:val="28"/>
        </w:rPr>
        <w:t xml:space="preserve"> </w:t>
      </w:r>
    </w:p>
    <w:p w:rsidR="00DD03A9" w:rsidRDefault="00DD03A9" w:rsidP="008C0FA0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504BD">
        <w:rPr>
          <w:sz w:val="28"/>
          <w:szCs w:val="28"/>
        </w:rPr>
        <w:t xml:space="preserve">Отдельные права и обязанности </w:t>
      </w:r>
      <w:r>
        <w:rPr>
          <w:sz w:val="28"/>
          <w:szCs w:val="28"/>
        </w:rPr>
        <w:t>публичного партнёра, перечень которых устанавливается Правительством Российской Федерации, могут</w:t>
      </w:r>
      <w:r w:rsidRPr="002504BD">
        <w:rPr>
          <w:sz w:val="28"/>
          <w:szCs w:val="28"/>
        </w:rPr>
        <w:t xml:space="preserve"> осуществляться </w:t>
      </w:r>
      <w:r>
        <w:rPr>
          <w:sz w:val="28"/>
          <w:szCs w:val="28"/>
        </w:rPr>
        <w:t>и</w:t>
      </w:r>
      <w:r w:rsidRPr="00D75AD9">
        <w:rPr>
          <w:sz w:val="28"/>
          <w:szCs w:val="28"/>
        </w:rPr>
        <w:t>сполнительны</w:t>
      </w:r>
      <w:r>
        <w:rPr>
          <w:sz w:val="28"/>
          <w:szCs w:val="28"/>
        </w:rPr>
        <w:t>ми</w:t>
      </w:r>
      <w:r w:rsidRPr="00D75AD9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ами</w:t>
      </w:r>
      <w:r w:rsidRPr="00D75AD9">
        <w:rPr>
          <w:sz w:val="28"/>
          <w:szCs w:val="28"/>
        </w:rPr>
        <w:t xml:space="preserve"> государственной власти Ульяновской области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>не указанными в части 1 настоящей статьи, а также следующими юридическими лицами:</w:t>
      </w:r>
    </w:p>
    <w:p w:rsidR="00DD03A9" w:rsidRDefault="00DD03A9" w:rsidP="008C0FA0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областными государственными учреждениями и областными государственными унитарными предприятиями;</w:t>
      </w:r>
    </w:p>
    <w:p w:rsidR="00DD03A9" w:rsidRDefault="00DD03A9" w:rsidP="008C0FA0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хозяйственными товариществами и обществами, хозяйственными партнёрствами, находящимися под контролем Ульяновской области;</w:t>
      </w:r>
    </w:p>
    <w:p w:rsidR="00DD03A9" w:rsidRDefault="00DD03A9" w:rsidP="008C0FA0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дочерними хозяйственными обществами, находящимися под контролем организаций, указанных в пунктах 1 и 2 настоящей части;</w:t>
      </w:r>
    </w:p>
    <w:p w:rsidR="00DD03A9" w:rsidRDefault="00DD03A9" w:rsidP="008C0FA0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некоммерческими организациями, созданными Ульяновской областью </w:t>
      </w:r>
      <w:r>
        <w:rPr>
          <w:sz w:val="28"/>
          <w:szCs w:val="28"/>
        </w:rPr>
        <w:br/>
        <w:t>в форме фондов;</w:t>
      </w:r>
    </w:p>
    <w:p w:rsidR="00DD03A9" w:rsidRDefault="00DD03A9" w:rsidP="008C0FA0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некоммерческими организациями, созданными указанными в пунктах </w:t>
      </w:r>
      <w:r>
        <w:rPr>
          <w:sz w:val="28"/>
          <w:szCs w:val="28"/>
        </w:rPr>
        <w:br/>
        <w:t>1-4 настоящей части организациями в форме фондов.</w:t>
      </w:r>
    </w:p>
    <w:p w:rsidR="00DD03A9" w:rsidRDefault="00DD03A9" w:rsidP="008C0FA0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и юридические </w:t>
      </w:r>
      <w:r w:rsidRPr="001B6F59">
        <w:rPr>
          <w:sz w:val="28"/>
          <w:szCs w:val="28"/>
        </w:rPr>
        <w:t xml:space="preserve">лица, указанные в настоящей части, уполномочиваются публичным партнёром на осуществление отдельных прав </w:t>
      </w:r>
      <w:r>
        <w:rPr>
          <w:sz w:val="28"/>
          <w:szCs w:val="28"/>
        </w:rPr>
        <w:br/>
      </w:r>
      <w:r w:rsidRPr="001B6F59">
        <w:rPr>
          <w:sz w:val="28"/>
          <w:szCs w:val="28"/>
        </w:rPr>
        <w:t>и обязанностей публичного партнёра в соответствии с нормативным правовым актом Правительства Ульяновской области. При этом юридические лица, указанные в пунктах 2-5 настоящей части, уполномочиваются публичным партнёром на осуществление отдельных прав и обязанностей</w:t>
      </w:r>
      <w:r>
        <w:rPr>
          <w:sz w:val="28"/>
          <w:szCs w:val="28"/>
        </w:rPr>
        <w:t xml:space="preserve"> публичного партнёра по согласованию с этими юридическими лицами.</w:t>
      </w:r>
    </w:p>
    <w:p w:rsidR="00DD03A9" w:rsidRDefault="00DD03A9" w:rsidP="008C0FA0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случае получения заключения исполнительного </w:t>
      </w:r>
      <w:r w:rsidRPr="00D75AD9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D75AD9">
        <w:rPr>
          <w:sz w:val="28"/>
          <w:szCs w:val="28"/>
        </w:rPr>
        <w:t xml:space="preserve"> государственной власти Ульяновской области, уполномоченн</w:t>
      </w:r>
      <w:r>
        <w:rPr>
          <w:sz w:val="28"/>
          <w:szCs w:val="28"/>
        </w:rPr>
        <w:t xml:space="preserve">ого Правительством Ульяновской области на осуществление полномочий, предусмотренных частью 2 статьи 17 </w:t>
      </w:r>
      <w:r w:rsidRPr="00795ECB">
        <w:rPr>
          <w:sz w:val="28"/>
          <w:szCs w:val="28"/>
        </w:rPr>
        <w:t>Федерального закона от 13 июля 2015 года № 224-ФЗ</w:t>
      </w:r>
      <w:r>
        <w:rPr>
          <w:sz w:val="28"/>
          <w:szCs w:val="28"/>
        </w:rPr>
        <w:t xml:space="preserve"> </w:t>
      </w:r>
      <w:r w:rsidRPr="00795ECB">
        <w:rPr>
          <w:sz w:val="28"/>
          <w:szCs w:val="28"/>
        </w:rPr>
        <w:t xml:space="preserve">«О государственно-частном партнёрстве, муниципально-частном партнёрстве в Российской </w:t>
      </w:r>
      <w:r w:rsidRPr="00D41B09">
        <w:rPr>
          <w:sz w:val="28"/>
          <w:szCs w:val="28"/>
        </w:rPr>
        <w:t xml:space="preserve">Федерации и внесении изменений в отдельные законодательные акты Российской Федерации» (далее – Федеральный закон </w:t>
      </w:r>
      <w:r>
        <w:rPr>
          <w:sz w:val="28"/>
          <w:szCs w:val="28"/>
        </w:rPr>
        <w:br/>
      </w:r>
      <w:r w:rsidRPr="00D41B09">
        <w:rPr>
          <w:sz w:val="28"/>
          <w:szCs w:val="28"/>
        </w:rPr>
        <w:t xml:space="preserve">«О государственно-частном партнёрстве, муниципально-частном партнёрстве </w:t>
      </w:r>
      <w:r>
        <w:rPr>
          <w:sz w:val="28"/>
          <w:szCs w:val="28"/>
        </w:rPr>
        <w:br/>
      </w:r>
      <w:r w:rsidRPr="00D41B09">
        <w:rPr>
          <w:sz w:val="28"/>
          <w:szCs w:val="28"/>
        </w:rPr>
        <w:t xml:space="preserve">в Российской Федерации и внесении изменений в отдельные законодательные акты Российской Федерации», уполномоченный орган соответственно), </w:t>
      </w:r>
      <w:r>
        <w:rPr>
          <w:sz w:val="28"/>
          <w:szCs w:val="28"/>
        </w:rPr>
        <w:br/>
      </w:r>
      <w:r w:rsidRPr="00D41B09">
        <w:rPr>
          <w:sz w:val="28"/>
          <w:szCs w:val="28"/>
        </w:rPr>
        <w:t>об</w:t>
      </w:r>
      <w:r w:rsidRPr="006F6690">
        <w:rPr>
          <w:sz w:val="28"/>
          <w:szCs w:val="28"/>
        </w:rPr>
        <w:t xml:space="preserve"> эффективности</w:t>
      </w:r>
      <w:r w:rsidRPr="00D75AD9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 xml:space="preserve">государственно-частного партнёрства </w:t>
      </w:r>
      <w:r w:rsidRPr="00D75AD9">
        <w:rPr>
          <w:sz w:val="28"/>
          <w:szCs w:val="28"/>
        </w:rPr>
        <w:t>и его сравнительном преимуществе</w:t>
      </w:r>
      <w:r w:rsidRPr="0045007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D75AD9">
        <w:rPr>
          <w:sz w:val="28"/>
          <w:szCs w:val="28"/>
        </w:rPr>
        <w:t>сполнительны</w:t>
      </w:r>
      <w:r>
        <w:rPr>
          <w:sz w:val="28"/>
          <w:szCs w:val="28"/>
        </w:rPr>
        <w:t>й</w:t>
      </w:r>
      <w:r w:rsidRPr="00D75AD9">
        <w:rPr>
          <w:sz w:val="28"/>
          <w:szCs w:val="28"/>
        </w:rPr>
        <w:t xml:space="preserve"> орган государственной власти Ульяновской области, уполномоченны</w:t>
      </w:r>
      <w:r>
        <w:rPr>
          <w:sz w:val="28"/>
          <w:szCs w:val="28"/>
        </w:rPr>
        <w:t>й</w:t>
      </w:r>
      <w:r w:rsidRPr="00D75AD9">
        <w:rPr>
          <w:sz w:val="28"/>
          <w:szCs w:val="28"/>
        </w:rPr>
        <w:t xml:space="preserve"> выступать </w:t>
      </w:r>
      <w:r>
        <w:rPr>
          <w:sz w:val="28"/>
          <w:szCs w:val="28"/>
        </w:rPr>
        <w:t>от имени</w:t>
      </w:r>
      <w:r w:rsidRPr="00D75AD9">
        <w:rPr>
          <w:sz w:val="28"/>
          <w:szCs w:val="28"/>
        </w:rPr>
        <w:t xml:space="preserve"> публичного партнёра</w:t>
      </w:r>
      <w:r>
        <w:rPr>
          <w:sz w:val="28"/>
          <w:szCs w:val="28"/>
        </w:rPr>
        <w:t>, в течение пяти дней направляет данное заключение в Правительство</w:t>
      </w:r>
      <w:r w:rsidRPr="00D75AD9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 и обеспечивает принятие Правительством</w:t>
      </w:r>
      <w:r w:rsidRPr="00D75AD9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 </w:t>
      </w:r>
      <w:r w:rsidRPr="006F6690">
        <w:rPr>
          <w:sz w:val="28"/>
          <w:szCs w:val="28"/>
        </w:rPr>
        <w:t xml:space="preserve">в установленный Федеральным законом «О государственно-частном партнёрстве, муниципально-частном партнёрстве в Российской Федерации </w:t>
      </w:r>
      <w:r>
        <w:rPr>
          <w:sz w:val="28"/>
          <w:szCs w:val="28"/>
        </w:rPr>
        <w:br/>
      </w:r>
      <w:r w:rsidRPr="006F6690">
        <w:rPr>
          <w:sz w:val="28"/>
          <w:szCs w:val="28"/>
        </w:rPr>
        <w:t>и внесении изменений в отдельные законодательные акты Российской Федерации» срок решения о реализации проекта государственно-частного партнёрства, которое</w:t>
      </w:r>
      <w:r>
        <w:rPr>
          <w:sz w:val="28"/>
          <w:szCs w:val="28"/>
        </w:rPr>
        <w:t xml:space="preserve"> </w:t>
      </w:r>
      <w:r w:rsidRPr="00D75AD9">
        <w:rPr>
          <w:sz w:val="28"/>
          <w:szCs w:val="28"/>
        </w:rPr>
        <w:t>оформля</w:t>
      </w:r>
      <w:r>
        <w:rPr>
          <w:sz w:val="28"/>
          <w:szCs w:val="28"/>
        </w:rPr>
        <w:t xml:space="preserve">ется </w:t>
      </w:r>
      <w:r w:rsidRPr="00D75AD9">
        <w:rPr>
          <w:sz w:val="28"/>
          <w:szCs w:val="28"/>
        </w:rPr>
        <w:t>распоряжени</w:t>
      </w:r>
      <w:r>
        <w:rPr>
          <w:sz w:val="28"/>
          <w:szCs w:val="28"/>
        </w:rPr>
        <w:t xml:space="preserve">ем </w:t>
      </w:r>
      <w:r w:rsidRPr="00D75AD9">
        <w:rPr>
          <w:sz w:val="28"/>
          <w:szCs w:val="28"/>
        </w:rPr>
        <w:t>Правительства Ульяновской области</w:t>
      </w:r>
      <w:r>
        <w:rPr>
          <w:sz w:val="28"/>
          <w:szCs w:val="28"/>
        </w:rPr>
        <w:t>.</w:t>
      </w:r>
    </w:p>
    <w:p w:rsidR="00DD03A9" w:rsidRDefault="00DD03A9" w:rsidP="008C0FA0">
      <w:pPr>
        <w:pStyle w:val="ConsPlusNormal"/>
        <w:spacing w:line="353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765EA">
        <w:rPr>
          <w:rFonts w:ascii="Times New Roman" w:hAnsi="Times New Roman" w:cs="Times New Roman"/>
          <w:sz w:val="28"/>
          <w:szCs w:val="28"/>
        </w:rPr>
        <w:t xml:space="preserve">. Правительство Ульяновской области утверждает перечень объектов, </w:t>
      </w:r>
      <w:r>
        <w:rPr>
          <w:rFonts w:ascii="Times New Roman" w:hAnsi="Times New Roman" w:cs="Times New Roman"/>
          <w:sz w:val="28"/>
          <w:szCs w:val="28"/>
        </w:rPr>
        <w:br/>
      </w:r>
      <w:r w:rsidRPr="00B765EA">
        <w:rPr>
          <w:rFonts w:ascii="Times New Roman" w:hAnsi="Times New Roman" w:cs="Times New Roman"/>
          <w:sz w:val="28"/>
          <w:szCs w:val="28"/>
        </w:rPr>
        <w:t>в отношении которых планируется заключение соглашений о государственно-частном партнёрстве</w:t>
      </w:r>
      <w:r>
        <w:rPr>
          <w:rFonts w:ascii="Times New Roman" w:hAnsi="Times New Roman" w:cs="Times New Roman"/>
          <w:sz w:val="28"/>
          <w:szCs w:val="28"/>
        </w:rPr>
        <w:t xml:space="preserve"> (далее – перечень объектов</w:t>
      </w:r>
      <w:r w:rsidRPr="00C64DB9">
        <w:rPr>
          <w:rFonts w:ascii="Times New Roman" w:hAnsi="Times New Roman" w:cs="Times New Roman"/>
          <w:sz w:val="28"/>
          <w:szCs w:val="28"/>
        </w:rPr>
        <w:t xml:space="preserve"> </w:t>
      </w:r>
      <w:r w:rsidRPr="00B765EA">
        <w:rPr>
          <w:rFonts w:ascii="Times New Roman" w:hAnsi="Times New Roman" w:cs="Times New Roman"/>
          <w:sz w:val="28"/>
          <w:szCs w:val="28"/>
        </w:rPr>
        <w:t>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765EA">
        <w:rPr>
          <w:rFonts w:ascii="Times New Roman" w:hAnsi="Times New Roman" w:cs="Times New Roman"/>
          <w:sz w:val="28"/>
          <w:szCs w:val="28"/>
        </w:rPr>
        <w:t xml:space="preserve"> партнёрств</w:t>
      </w:r>
      <w:r>
        <w:rPr>
          <w:rFonts w:ascii="Times New Roman" w:hAnsi="Times New Roman" w:cs="Times New Roman"/>
          <w:sz w:val="28"/>
          <w:szCs w:val="28"/>
        </w:rPr>
        <w:t>а).</w:t>
      </w:r>
      <w:r w:rsidRPr="00B76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объектов</w:t>
      </w:r>
      <w:r w:rsidRPr="00C64DB9">
        <w:rPr>
          <w:rFonts w:ascii="Times New Roman" w:hAnsi="Times New Roman" w:cs="Times New Roman"/>
          <w:sz w:val="28"/>
          <w:szCs w:val="28"/>
        </w:rPr>
        <w:t xml:space="preserve"> </w:t>
      </w:r>
      <w:r w:rsidRPr="00B765EA">
        <w:rPr>
          <w:rFonts w:ascii="Times New Roman" w:hAnsi="Times New Roman" w:cs="Times New Roman"/>
          <w:sz w:val="28"/>
          <w:szCs w:val="28"/>
        </w:rPr>
        <w:t>государственно-частно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765EA">
        <w:rPr>
          <w:rFonts w:ascii="Times New Roman" w:hAnsi="Times New Roman" w:cs="Times New Roman"/>
          <w:sz w:val="28"/>
          <w:szCs w:val="28"/>
        </w:rPr>
        <w:t xml:space="preserve"> партнёрств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65EA">
        <w:rPr>
          <w:rFonts w:ascii="Times New Roman" w:hAnsi="Times New Roman" w:cs="Times New Roman"/>
          <w:sz w:val="28"/>
          <w:szCs w:val="28"/>
        </w:rPr>
        <w:t xml:space="preserve"> формируется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65EA">
        <w:rPr>
          <w:rFonts w:ascii="Times New Roman" w:hAnsi="Times New Roman" w:cs="Times New Roman"/>
          <w:sz w:val="28"/>
          <w:szCs w:val="28"/>
        </w:rPr>
        <w:t xml:space="preserve">полномоченным органом на основании предложений исполнительных органов государственной власти Ульяновской области, уполномоченных выступать </w:t>
      </w:r>
      <w:r>
        <w:rPr>
          <w:rFonts w:ascii="Times New Roman" w:hAnsi="Times New Roman" w:cs="Times New Roman"/>
          <w:sz w:val="28"/>
          <w:szCs w:val="28"/>
        </w:rPr>
        <w:t>от имени</w:t>
      </w:r>
      <w:r w:rsidRPr="00B765EA">
        <w:rPr>
          <w:rFonts w:ascii="Times New Roman" w:hAnsi="Times New Roman" w:cs="Times New Roman"/>
          <w:sz w:val="28"/>
          <w:szCs w:val="28"/>
        </w:rPr>
        <w:t xml:space="preserve"> публичного партнёра. </w:t>
      </w:r>
      <w:r>
        <w:rPr>
          <w:rFonts w:ascii="Times New Roman" w:hAnsi="Times New Roman" w:cs="Times New Roman"/>
          <w:sz w:val="28"/>
          <w:szCs w:val="28"/>
        </w:rPr>
        <w:t xml:space="preserve">Не позднее пяти рабочих дней со дня утверждения Правительством Ульяновской области перечня объектов государственно-частного партнёрства он размещается </w:t>
      </w:r>
      <w:r w:rsidRPr="00B765EA">
        <w:rPr>
          <w:rFonts w:ascii="Times New Roman" w:hAnsi="Times New Roman" w:cs="Times New Roman"/>
          <w:sz w:val="28"/>
          <w:szCs w:val="28"/>
        </w:rPr>
        <w:t>на официальных сайтах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B765EA">
        <w:rPr>
          <w:rFonts w:ascii="Times New Roman" w:hAnsi="Times New Roman" w:cs="Times New Roman"/>
          <w:sz w:val="28"/>
          <w:szCs w:val="28"/>
        </w:rPr>
        <w:t>полномоченн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765EA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а и </w:t>
      </w:r>
      <w:r w:rsidRPr="00B765EA">
        <w:rPr>
          <w:rFonts w:ascii="Times New Roman" w:hAnsi="Times New Roman" w:cs="Times New Roman"/>
          <w:sz w:val="28"/>
          <w:szCs w:val="28"/>
        </w:rPr>
        <w:t>исполнительны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765EA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765EA">
        <w:rPr>
          <w:rFonts w:ascii="Times New Roman" w:hAnsi="Times New Roman" w:cs="Times New Roman"/>
          <w:sz w:val="28"/>
          <w:szCs w:val="28"/>
        </w:rPr>
        <w:t xml:space="preserve"> государственной власти Ульяновской области, уполномоченны</w:t>
      </w:r>
      <w:r>
        <w:rPr>
          <w:rFonts w:ascii="Times New Roman" w:hAnsi="Times New Roman" w:cs="Times New Roman"/>
          <w:sz w:val="28"/>
          <w:szCs w:val="28"/>
        </w:rPr>
        <w:t xml:space="preserve">х выступать от имени </w:t>
      </w:r>
      <w:r w:rsidRPr="00B765EA">
        <w:rPr>
          <w:rFonts w:ascii="Times New Roman" w:hAnsi="Times New Roman" w:cs="Times New Roman"/>
          <w:sz w:val="28"/>
          <w:szCs w:val="28"/>
        </w:rPr>
        <w:t>публичного партнёра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765EA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690">
        <w:rPr>
          <w:rFonts w:ascii="Times New Roman" w:hAnsi="Times New Roman" w:cs="Times New Roman"/>
          <w:sz w:val="28"/>
          <w:szCs w:val="28"/>
        </w:rPr>
        <w:t>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299">
        <w:rPr>
          <w:rFonts w:ascii="Times New Roman" w:hAnsi="Times New Roman" w:cs="Times New Roman"/>
          <w:sz w:val="28"/>
          <w:szCs w:val="28"/>
        </w:rPr>
        <w:t>сеть</w:t>
      </w:r>
      <w:r w:rsidRPr="006F66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6690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F6690">
        <w:rPr>
          <w:rFonts w:ascii="Times New Roman" w:hAnsi="Times New Roman" w:cs="Times New Roman"/>
          <w:sz w:val="28"/>
          <w:szCs w:val="28"/>
        </w:rPr>
        <w:t>).</w:t>
      </w:r>
    </w:p>
    <w:p w:rsidR="00DD03A9" w:rsidRPr="008C0FA0" w:rsidRDefault="00DD03A9" w:rsidP="008C0FA0">
      <w:pPr>
        <w:ind w:left="2520" w:hanging="1800"/>
        <w:jc w:val="both"/>
        <w:rPr>
          <w:sz w:val="18"/>
          <w:szCs w:val="28"/>
        </w:rPr>
      </w:pPr>
    </w:p>
    <w:p w:rsidR="00DD03A9" w:rsidRDefault="00DD03A9" w:rsidP="008C0FA0">
      <w:pPr>
        <w:ind w:left="2520" w:hanging="1800"/>
        <w:jc w:val="both"/>
        <w:rPr>
          <w:sz w:val="28"/>
          <w:szCs w:val="28"/>
        </w:rPr>
      </w:pPr>
    </w:p>
    <w:p w:rsidR="00DD03A9" w:rsidRDefault="00DD03A9" w:rsidP="008C0FA0">
      <w:pPr>
        <w:ind w:left="2520" w:hanging="1800"/>
        <w:jc w:val="both"/>
        <w:rPr>
          <w:b/>
          <w:bCs/>
          <w:sz w:val="28"/>
          <w:szCs w:val="28"/>
        </w:rPr>
      </w:pPr>
      <w:r w:rsidRPr="002504BD">
        <w:rPr>
          <w:sz w:val="28"/>
          <w:szCs w:val="28"/>
        </w:rPr>
        <w:t>Статья 3.</w:t>
      </w:r>
      <w:r w:rsidRPr="002504BD">
        <w:rPr>
          <w:b/>
          <w:bCs/>
          <w:sz w:val="28"/>
          <w:szCs w:val="28"/>
        </w:rPr>
        <w:t xml:space="preserve"> Участие Ульяновской области в концессионных соглашениях</w:t>
      </w:r>
    </w:p>
    <w:p w:rsidR="00DD03A9" w:rsidRPr="002504BD" w:rsidRDefault="00DD03A9" w:rsidP="008C0FA0">
      <w:pPr>
        <w:ind w:left="2520" w:hanging="1800"/>
        <w:jc w:val="both"/>
        <w:rPr>
          <w:b/>
          <w:bCs/>
          <w:sz w:val="28"/>
          <w:szCs w:val="28"/>
        </w:rPr>
      </w:pPr>
    </w:p>
    <w:p w:rsidR="00DD03A9" w:rsidRPr="002504BD" w:rsidRDefault="00DD03A9" w:rsidP="008C0FA0">
      <w:pPr>
        <w:ind w:left="709"/>
        <w:jc w:val="both"/>
        <w:rPr>
          <w:sz w:val="28"/>
          <w:szCs w:val="28"/>
        </w:rPr>
      </w:pPr>
    </w:p>
    <w:p w:rsidR="00DD03A9" w:rsidRPr="002504BD" w:rsidRDefault="00DD03A9" w:rsidP="008C0F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504BD">
        <w:rPr>
          <w:sz w:val="28"/>
          <w:szCs w:val="28"/>
        </w:rPr>
        <w:t xml:space="preserve"> От имени Ульяновской области полномочия концедента при заключении, исполнении, изменении и прекращении концессионного соглашения осуществляет уполномоченный Правительством Ульяновской области при принятии им решения о заключении концессионного соглашения исполнительный орган государственной власти Ульяновской области, осуществляющий государственное управление в той сфере деятельности, </w:t>
      </w:r>
      <w:r>
        <w:rPr>
          <w:sz w:val="28"/>
          <w:szCs w:val="28"/>
        </w:rPr>
        <w:br/>
      </w:r>
      <w:r w:rsidRPr="002504BD">
        <w:rPr>
          <w:sz w:val="28"/>
          <w:szCs w:val="28"/>
        </w:rPr>
        <w:t xml:space="preserve">для осуществления которой предназначен объект концессионного соглашения (далее – </w:t>
      </w:r>
      <w:r>
        <w:rPr>
          <w:sz w:val="28"/>
          <w:szCs w:val="28"/>
        </w:rPr>
        <w:t>и</w:t>
      </w:r>
      <w:r w:rsidRPr="00D75AD9">
        <w:rPr>
          <w:sz w:val="28"/>
          <w:szCs w:val="28"/>
        </w:rPr>
        <w:t>сполнительны</w:t>
      </w:r>
      <w:r>
        <w:rPr>
          <w:sz w:val="28"/>
          <w:szCs w:val="28"/>
        </w:rPr>
        <w:t>й</w:t>
      </w:r>
      <w:r w:rsidRPr="00D75AD9">
        <w:rPr>
          <w:sz w:val="28"/>
          <w:szCs w:val="28"/>
        </w:rPr>
        <w:t xml:space="preserve"> орган государственной власти Ульяновской области, уполномоченны</w:t>
      </w:r>
      <w:r>
        <w:rPr>
          <w:sz w:val="28"/>
          <w:szCs w:val="28"/>
        </w:rPr>
        <w:t>й</w:t>
      </w:r>
      <w:r w:rsidRPr="00D75AD9">
        <w:rPr>
          <w:sz w:val="28"/>
          <w:szCs w:val="28"/>
        </w:rPr>
        <w:t xml:space="preserve"> выступать </w:t>
      </w:r>
      <w:r>
        <w:rPr>
          <w:sz w:val="28"/>
          <w:szCs w:val="28"/>
        </w:rPr>
        <w:t>от имени концедента</w:t>
      </w:r>
      <w:r w:rsidRPr="002504BD">
        <w:rPr>
          <w:sz w:val="28"/>
          <w:szCs w:val="28"/>
        </w:rPr>
        <w:t xml:space="preserve">), </w:t>
      </w:r>
      <w:r>
        <w:rPr>
          <w:sz w:val="28"/>
          <w:szCs w:val="28"/>
        </w:rPr>
        <w:t>если иное не предусмотрено</w:t>
      </w:r>
      <w:r w:rsidRPr="002504BD">
        <w:rPr>
          <w:sz w:val="28"/>
          <w:szCs w:val="28"/>
        </w:rPr>
        <w:t xml:space="preserve"> законодательством Российской Федерации</w:t>
      </w:r>
      <w:r>
        <w:rPr>
          <w:sz w:val="28"/>
          <w:szCs w:val="28"/>
        </w:rPr>
        <w:t xml:space="preserve"> о концессионных соглашениях</w:t>
      </w:r>
      <w:r w:rsidRPr="002504BD">
        <w:rPr>
          <w:sz w:val="28"/>
          <w:szCs w:val="28"/>
        </w:rPr>
        <w:t xml:space="preserve">. </w:t>
      </w:r>
    </w:p>
    <w:p w:rsidR="00DD03A9" w:rsidRPr="002504BD" w:rsidRDefault="00DD03A9" w:rsidP="008C0F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504BD">
        <w:rPr>
          <w:sz w:val="28"/>
          <w:szCs w:val="28"/>
        </w:rPr>
        <w:t xml:space="preserve">. Отдельные права и обязанности концедента могут </w:t>
      </w:r>
      <w:r>
        <w:rPr>
          <w:sz w:val="28"/>
          <w:szCs w:val="28"/>
        </w:rPr>
        <w:t xml:space="preserve">также </w:t>
      </w:r>
      <w:r w:rsidRPr="002504BD">
        <w:rPr>
          <w:sz w:val="28"/>
          <w:szCs w:val="28"/>
        </w:rPr>
        <w:t xml:space="preserve">осуществляться уполномоченными Правительством Ульяновской области при принятии </w:t>
      </w:r>
      <w:r>
        <w:rPr>
          <w:sz w:val="28"/>
          <w:szCs w:val="28"/>
        </w:rPr>
        <w:br/>
      </w:r>
      <w:r w:rsidRPr="002504BD">
        <w:rPr>
          <w:sz w:val="28"/>
          <w:szCs w:val="28"/>
        </w:rPr>
        <w:t>им решения о заключении концессионного соглашения исполнительными органами государственной власти Ульяновской области</w:t>
      </w:r>
      <w:r>
        <w:rPr>
          <w:sz w:val="28"/>
          <w:szCs w:val="28"/>
        </w:rPr>
        <w:t>, не указанными в части 1 настоящей статьи</w:t>
      </w:r>
      <w:r w:rsidRPr="002504BD">
        <w:rPr>
          <w:sz w:val="28"/>
          <w:szCs w:val="28"/>
        </w:rPr>
        <w:t>.</w:t>
      </w:r>
    </w:p>
    <w:p w:rsidR="00DD03A9" w:rsidRDefault="00DD03A9" w:rsidP="008C0FA0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Каждый год до 1 февраля текущего календарного года </w:t>
      </w:r>
      <w:r w:rsidRPr="002B4B8E">
        <w:rPr>
          <w:rFonts w:ascii="Times New Roman" w:hAnsi="Times New Roman" w:cs="Times New Roman"/>
          <w:sz w:val="28"/>
          <w:szCs w:val="28"/>
        </w:rPr>
        <w:t>Правительство Ульяновской области утверждает перечень объектов, в отношении которых планируется заключение концессионных соглашений</w:t>
      </w:r>
      <w:r>
        <w:rPr>
          <w:rFonts w:ascii="Times New Roman" w:hAnsi="Times New Roman" w:cs="Times New Roman"/>
          <w:sz w:val="28"/>
          <w:szCs w:val="28"/>
        </w:rPr>
        <w:t xml:space="preserve"> (далее – перечень объектов концессионных соглашений)</w:t>
      </w:r>
      <w:r w:rsidRPr="002B4B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Перечень объектов концессионных соглашений</w:t>
      </w:r>
      <w:r w:rsidRPr="002B4B8E">
        <w:rPr>
          <w:rFonts w:ascii="Times New Roman" w:hAnsi="Times New Roman" w:cs="Times New Roman"/>
          <w:sz w:val="28"/>
          <w:szCs w:val="28"/>
        </w:rPr>
        <w:t xml:space="preserve"> формируется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B4B8E">
        <w:rPr>
          <w:rFonts w:ascii="Times New Roman" w:hAnsi="Times New Roman" w:cs="Times New Roman"/>
          <w:sz w:val="28"/>
          <w:szCs w:val="28"/>
        </w:rPr>
        <w:t xml:space="preserve">полномоченным органом на основании предложений исполнительных органов государственной власти Ульяновской области, уполномоченных выступать </w:t>
      </w:r>
      <w:r>
        <w:rPr>
          <w:rFonts w:ascii="Times New Roman" w:hAnsi="Times New Roman" w:cs="Times New Roman"/>
          <w:sz w:val="28"/>
          <w:szCs w:val="28"/>
        </w:rPr>
        <w:t>от имени</w:t>
      </w:r>
      <w:r w:rsidRPr="002B4B8E">
        <w:rPr>
          <w:rFonts w:ascii="Times New Roman" w:hAnsi="Times New Roman" w:cs="Times New Roman"/>
          <w:sz w:val="28"/>
          <w:szCs w:val="28"/>
        </w:rPr>
        <w:t xml:space="preserve"> концедента.</w:t>
      </w:r>
      <w:r w:rsidRPr="007616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позднее пяти рабочих дней со дня утверждения Правительством Ульяновской области перечня объектов</w:t>
      </w:r>
      <w:r w:rsidRPr="00B92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концессионных соглашений он </w:t>
      </w:r>
      <w:r w:rsidRPr="00B765EA">
        <w:rPr>
          <w:rFonts w:ascii="Times New Roman" w:hAnsi="Times New Roman" w:cs="Times New Roman"/>
          <w:sz w:val="28"/>
          <w:szCs w:val="28"/>
        </w:rPr>
        <w:t>размещ</w:t>
      </w:r>
      <w:r>
        <w:rPr>
          <w:rFonts w:ascii="Times New Roman" w:hAnsi="Times New Roman" w:cs="Times New Roman"/>
          <w:sz w:val="28"/>
          <w:szCs w:val="28"/>
        </w:rPr>
        <w:t>ается</w:t>
      </w:r>
      <w:r w:rsidRPr="00B76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65EA">
        <w:rPr>
          <w:rFonts w:ascii="Times New Roman" w:hAnsi="Times New Roman" w:cs="Times New Roman"/>
          <w:sz w:val="28"/>
          <w:szCs w:val="28"/>
        </w:rPr>
        <w:t>полномоченным органом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61679">
        <w:rPr>
          <w:rFonts w:ascii="Times New Roman" w:hAnsi="Times New Roman" w:cs="Times New Roman"/>
          <w:sz w:val="28"/>
          <w:szCs w:val="28"/>
        </w:rPr>
        <w:t xml:space="preserve">на официальном сайте Российской Федерации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16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1679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торгов, определ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61679">
        <w:rPr>
          <w:rFonts w:ascii="Times New Roman" w:hAnsi="Times New Roman" w:cs="Times New Roman"/>
          <w:sz w:val="28"/>
          <w:szCs w:val="28"/>
        </w:rPr>
        <w:t>нном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и на своём официальном сайте </w:t>
      </w:r>
      <w:r w:rsidRPr="00761679">
        <w:rPr>
          <w:rFonts w:ascii="Times New Roman" w:hAnsi="Times New Roman" w:cs="Times New Roman"/>
          <w:sz w:val="28"/>
          <w:szCs w:val="28"/>
        </w:rPr>
        <w:t xml:space="preserve">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16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br/>
        <w:t xml:space="preserve">а </w:t>
      </w:r>
      <w:r w:rsidRPr="002B4B8E">
        <w:rPr>
          <w:rFonts w:ascii="Times New Roman" w:hAnsi="Times New Roman" w:cs="Times New Roman"/>
          <w:sz w:val="28"/>
          <w:szCs w:val="28"/>
        </w:rPr>
        <w:t>исполнительны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2B4B8E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2B4B8E">
        <w:rPr>
          <w:rFonts w:ascii="Times New Roman" w:hAnsi="Times New Roman" w:cs="Times New Roman"/>
          <w:sz w:val="28"/>
          <w:szCs w:val="28"/>
        </w:rPr>
        <w:t xml:space="preserve"> государственной власти Ульяновской области, уполномоченны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2B4B8E">
        <w:rPr>
          <w:rFonts w:ascii="Times New Roman" w:hAnsi="Times New Roman" w:cs="Times New Roman"/>
          <w:sz w:val="28"/>
          <w:szCs w:val="28"/>
        </w:rPr>
        <w:t xml:space="preserve"> выступать</w:t>
      </w:r>
      <w:r>
        <w:rPr>
          <w:rFonts w:ascii="Times New Roman" w:hAnsi="Times New Roman" w:cs="Times New Roman"/>
          <w:sz w:val="28"/>
          <w:szCs w:val="28"/>
        </w:rPr>
        <w:t xml:space="preserve"> от имени </w:t>
      </w:r>
      <w:r w:rsidRPr="002B4B8E">
        <w:rPr>
          <w:rFonts w:ascii="Times New Roman" w:hAnsi="Times New Roman" w:cs="Times New Roman"/>
          <w:sz w:val="28"/>
          <w:szCs w:val="28"/>
        </w:rPr>
        <w:t>концедента</w:t>
      </w:r>
      <w:r>
        <w:rPr>
          <w:rFonts w:ascii="Times New Roman" w:hAnsi="Times New Roman" w:cs="Times New Roman"/>
          <w:sz w:val="28"/>
          <w:szCs w:val="28"/>
        </w:rPr>
        <w:t xml:space="preserve">, – на их официальных сайтах </w:t>
      </w:r>
      <w:r w:rsidRPr="00761679">
        <w:rPr>
          <w:rFonts w:ascii="Times New Roman" w:hAnsi="Times New Roman" w:cs="Times New Roman"/>
          <w:sz w:val="28"/>
          <w:szCs w:val="28"/>
        </w:rPr>
        <w:t xml:space="preserve">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16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D03A9" w:rsidRPr="002504BD" w:rsidRDefault="00DD03A9" w:rsidP="008C0FA0">
      <w:pPr>
        <w:tabs>
          <w:tab w:val="num" w:pos="0"/>
          <w:tab w:val="left" w:pos="900"/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504BD">
        <w:rPr>
          <w:sz w:val="28"/>
          <w:szCs w:val="28"/>
        </w:rPr>
        <w:t>. Решение о заключении от имени Ульяновской области концессионного соглашения принимается Правительством Ульяновской области по рез</w:t>
      </w:r>
      <w:r>
        <w:rPr>
          <w:sz w:val="28"/>
          <w:szCs w:val="28"/>
        </w:rPr>
        <w:t xml:space="preserve">ультатам рассмотрения комиссией, указанной в статье 4 настоящего Закона, </w:t>
      </w:r>
      <w:r>
        <w:rPr>
          <w:sz w:val="28"/>
          <w:szCs w:val="28"/>
        </w:rPr>
        <w:br/>
      </w:r>
      <w:r w:rsidRPr="002504BD">
        <w:rPr>
          <w:sz w:val="28"/>
          <w:szCs w:val="28"/>
        </w:rPr>
        <w:t xml:space="preserve">и уполномоченным </w:t>
      </w:r>
      <w:r>
        <w:rPr>
          <w:sz w:val="28"/>
          <w:szCs w:val="28"/>
        </w:rPr>
        <w:t>органом</w:t>
      </w:r>
      <w:r w:rsidRPr="002504BD">
        <w:rPr>
          <w:sz w:val="28"/>
          <w:szCs w:val="28"/>
        </w:rPr>
        <w:t xml:space="preserve"> соответствующей инициативы </w:t>
      </w:r>
      <w:r>
        <w:rPr>
          <w:sz w:val="28"/>
          <w:szCs w:val="28"/>
        </w:rPr>
        <w:t>и</w:t>
      </w:r>
      <w:r w:rsidRPr="00D75AD9">
        <w:rPr>
          <w:sz w:val="28"/>
          <w:szCs w:val="28"/>
        </w:rPr>
        <w:t>сполнительн</w:t>
      </w:r>
      <w:r>
        <w:rPr>
          <w:sz w:val="28"/>
          <w:szCs w:val="28"/>
        </w:rPr>
        <w:t>ого</w:t>
      </w:r>
      <w:r w:rsidRPr="00D75AD9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Pr="00D75AD9">
        <w:rPr>
          <w:sz w:val="28"/>
          <w:szCs w:val="28"/>
        </w:rPr>
        <w:t xml:space="preserve"> государственной власти Ульяновской области, уполномоченн</w:t>
      </w:r>
      <w:r>
        <w:rPr>
          <w:sz w:val="28"/>
          <w:szCs w:val="28"/>
        </w:rPr>
        <w:t>ого</w:t>
      </w:r>
      <w:r w:rsidRPr="00D75AD9">
        <w:rPr>
          <w:sz w:val="28"/>
          <w:szCs w:val="28"/>
        </w:rPr>
        <w:t xml:space="preserve"> выступать </w:t>
      </w:r>
      <w:r>
        <w:rPr>
          <w:sz w:val="28"/>
          <w:szCs w:val="28"/>
        </w:rPr>
        <w:t>от имени концедента</w:t>
      </w:r>
      <w:r w:rsidRPr="002504BD">
        <w:rPr>
          <w:sz w:val="28"/>
          <w:szCs w:val="28"/>
        </w:rPr>
        <w:t xml:space="preserve">. Решение Правительства Ульяновской области </w:t>
      </w:r>
      <w:r>
        <w:rPr>
          <w:sz w:val="28"/>
          <w:szCs w:val="28"/>
        </w:rPr>
        <w:br/>
      </w:r>
      <w:r w:rsidRPr="002504BD">
        <w:rPr>
          <w:sz w:val="28"/>
          <w:szCs w:val="28"/>
        </w:rPr>
        <w:t>о заключении от имени Ульяновской области концессионного соглашения оформляется распоряжением Правительства Ульяновской области.</w:t>
      </w:r>
    </w:p>
    <w:p w:rsidR="00DD03A9" w:rsidRPr="002504BD" w:rsidRDefault="00DD03A9" w:rsidP="008C0FA0">
      <w:pPr>
        <w:tabs>
          <w:tab w:val="num" w:pos="0"/>
          <w:tab w:val="left" w:pos="900"/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504BD">
        <w:rPr>
          <w:sz w:val="28"/>
          <w:szCs w:val="28"/>
        </w:rPr>
        <w:t>. Порядок принятия Правительством Ульяновской области решения</w:t>
      </w:r>
      <w:r w:rsidRPr="002504BD">
        <w:rPr>
          <w:sz w:val="28"/>
          <w:szCs w:val="28"/>
        </w:rPr>
        <w:br/>
        <w:t>о заключении от имени Ульяновской области концессионного соглашения устанавливается Правительством Ульяновской области.</w:t>
      </w:r>
    </w:p>
    <w:p w:rsidR="00DD03A9" w:rsidRDefault="00DD03A9" w:rsidP="008C0FA0">
      <w:pPr>
        <w:widowControl w:val="0"/>
        <w:autoSpaceDE w:val="0"/>
        <w:autoSpaceDN w:val="0"/>
        <w:adjustRightInd w:val="0"/>
        <w:spacing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2504BD">
        <w:rPr>
          <w:sz w:val="28"/>
          <w:szCs w:val="28"/>
        </w:rPr>
        <w:t xml:space="preserve"> </w:t>
      </w:r>
      <w:r w:rsidRPr="00421FB2">
        <w:rPr>
          <w:sz w:val="28"/>
          <w:szCs w:val="28"/>
        </w:rPr>
        <w:t>Рассмотрение предложений лиц, правомочных действовать</w:t>
      </w:r>
      <w:r w:rsidRPr="00421FB2">
        <w:rPr>
          <w:sz w:val="28"/>
          <w:szCs w:val="28"/>
        </w:rPr>
        <w:br/>
        <w:t>в качестве концессионера, о закл</w:t>
      </w:r>
      <w:r>
        <w:rPr>
          <w:sz w:val="28"/>
          <w:szCs w:val="28"/>
        </w:rPr>
        <w:t>ючении концессионных соглашений</w:t>
      </w:r>
      <w:r w:rsidRPr="00421FB2">
        <w:rPr>
          <w:sz w:val="28"/>
          <w:szCs w:val="28"/>
        </w:rPr>
        <w:t xml:space="preserve"> осуществляется уполномоченным органом в установленном Правительством Ульяновской области порядке. По результатам рассмотрения указанных предложений уполномоченным органом принимается решение, предусмотренное частью 4</w:t>
      </w:r>
      <w:r w:rsidRPr="00421FB2">
        <w:rPr>
          <w:sz w:val="28"/>
          <w:szCs w:val="28"/>
          <w:vertAlign w:val="superscript"/>
        </w:rPr>
        <w:t xml:space="preserve">4 </w:t>
      </w:r>
      <w:r w:rsidRPr="00421FB2">
        <w:rPr>
          <w:sz w:val="28"/>
          <w:szCs w:val="28"/>
        </w:rPr>
        <w:t xml:space="preserve">статьи 37 Федерального закона от 21 июля 2005 года № 115-ФЗ </w:t>
      </w:r>
      <w:r>
        <w:rPr>
          <w:sz w:val="28"/>
          <w:szCs w:val="28"/>
        </w:rPr>
        <w:t xml:space="preserve">                  </w:t>
      </w:r>
      <w:r w:rsidRPr="00421FB2">
        <w:rPr>
          <w:sz w:val="28"/>
          <w:szCs w:val="28"/>
        </w:rPr>
        <w:t>«О концессионных соглашениях».</w:t>
      </w:r>
    </w:p>
    <w:p w:rsidR="00DD03A9" w:rsidRPr="008C0FA0" w:rsidRDefault="00DD03A9" w:rsidP="008C0FA0">
      <w:pPr>
        <w:tabs>
          <w:tab w:val="left" w:pos="900"/>
        </w:tabs>
        <w:jc w:val="both"/>
        <w:rPr>
          <w:sz w:val="16"/>
          <w:szCs w:val="28"/>
          <w:highlight w:val="yellow"/>
        </w:rPr>
      </w:pPr>
    </w:p>
    <w:p w:rsidR="00DD03A9" w:rsidRPr="008C0FA0" w:rsidRDefault="00DD03A9" w:rsidP="008C0FA0">
      <w:pPr>
        <w:tabs>
          <w:tab w:val="left" w:pos="900"/>
        </w:tabs>
        <w:jc w:val="both"/>
        <w:rPr>
          <w:sz w:val="28"/>
          <w:szCs w:val="28"/>
          <w:highlight w:val="yellow"/>
        </w:rPr>
      </w:pPr>
    </w:p>
    <w:p w:rsidR="00DD03A9" w:rsidRPr="00795ECB" w:rsidRDefault="00DD03A9" w:rsidP="008C0FA0">
      <w:pPr>
        <w:ind w:left="2340" w:hanging="1620"/>
        <w:jc w:val="both"/>
        <w:rPr>
          <w:b/>
          <w:bCs/>
          <w:sz w:val="28"/>
          <w:szCs w:val="28"/>
        </w:rPr>
      </w:pPr>
      <w:r w:rsidRPr="00795ECB">
        <w:rPr>
          <w:sz w:val="28"/>
          <w:szCs w:val="28"/>
        </w:rPr>
        <w:t>Статья 4.</w:t>
      </w:r>
      <w:r>
        <w:rPr>
          <w:sz w:val="28"/>
          <w:szCs w:val="28"/>
        </w:rPr>
        <w:t xml:space="preserve"> </w:t>
      </w:r>
      <w:r w:rsidRPr="00795ECB">
        <w:rPr>
          <w:b/>
          <w:bCs/>
          <w:sz w:val="28"/>
          <w:szCs w:val="28"/>
        </w:rPr>
        <w:t>Координационный орган по</w:t>
      </w:r>
      <w:r>
        <w:rPr>
          <w:b/>
          <w:bCs/>
          <w:sz w:val="28"/>
          <w:szCs w:val="28"/>
        </w:rPr>
        <w:t xml:space="preserve"> </w:t>
      </w:r>
      <w:r w:rsidRPr="00795ECB">
        <w:rPr>
          <w:b/>
          <w:bCs/>
          <w:sz w:val="28"/>
          <w:szCs w:val="28"/>
        </w:rPr>
        <w:t xml:space="preserve"> вопросам</w:t>
      </w:r>
      <w:r>
        <w:rPr>
          <w:b/>
          <w:bCs/>
          <w:sz w:val="28"/>
          <w:szCs w:val="28"/>
        </w:rPr>
        <w:t>, связанным                               с</w:t>
      </w:r>
      <w:r w:rsidRPr="00795ECB">
        <w:rPr>
          <w:b/>
          <w:bCs/>
          <w:sz w:val="28"/>
          <w:szCs w:val="28"/>
        </w:rPr>
        <w:t xml:space="preserve"> заключени</w:t>
      </w:r>
      <w:r>
        <w:rPr>
          <w:b/>
          <w:bCs/>
          <w:sz w:val="28"/>
          <w:szCs w:val="28"/>
        </w:rPr>
        <w:t>ем</w:t>
      </w:r>
      <w:r w:rsidRPr="00795ECB">
        <w:rPr>
          <w:b/>
          <w:bCs/>
          <w:sz w:val="28"/>
          <w:szCs w:val="28"/>
        </w:rPr>
        <w:t xml:space="preserve"> соглашений о государственно-частном партнёрстве и концессионных соглашений</w:t>
      </w:r>
    </w:p>
    <w:p w:rsidR="00DD03A9" w:rsidRPr="00795ECB" w:rsidRDefault="00DD03A9" w:rsidP="008C0FA0">
      <w:pPr>
        <w:ind w:left="2340" w:hanging="1620"/>
        <w:jc w:val="both"/>
        <w:rPr>
          <w:sz w:val="28"/>
          <w:szCs w:val="28"/>
        </w:rPr>
      </w:pPr>
    </w:p>
    <w:p w:rsidR="00DD03A9" w:rsidRPr="00795ECB" w:rsidRDefault="00DD03A9" w:rsidP="008C0FA0">
      <w:pPr>
        <w:autoSpaceDE w:val="0"/>
        <w:autoSpaceDN w:val="0"/>
        <w:adjustRightInd w:val="0"/>
        <w:ind w:left="1980" w:hanging="1260"/>
        <w:jc w:val="both"/>
        <w:rPr>
          <w:sz w:val="28"/>
          <w:szCs w:val="28"/>
        </w:rPr>
      </w:pPr>
    </w:p>
    <w:p w:rsidR="00DD03A9" w:rsidRPr="00795ECB" w:rsidRDefault="00DD03A9" w:rsidP="008C0FA0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795ECB">
        <w:rPr>
          <w:sz w:val="28"/>
          <w:szCs w:val="28"/>
        </w:rPr>
        <w:t>1. В целях обеспечения координации деятельности исполнительных органов государственной власти Ульяновской области и их эффективного взаимодействия по вопросам</w:t>
      </w:r>
      <w:r>
        <w:rPr>
          <w:sz w:val="28"/>
          <w:szCs w:val="28"/>
        </w:rPr>
        <w:t xml:space="preserve">, связанным с </w:t>
      </w:r>
      <w:r w:rsidRPr="00795ECB">
        <w:rPr>
          <w:sz w:val="28"/>
          <w:szCs w:val="28"/>
        </w:rPr>
        <w:t>заключени</w:t>
      </w:r>
      <w:r>
        <w:rPr>
          <w:sz w:val="28"/>
          <w:szCs w:val="28"/>
        </w:rPr>
        <w:t>ем</w:t>
      </w:r>
      <w:r w:rsidRPr="00795ECB">
        <w:rPr>
          <w:sz w:val="28"/>
          <w:szCs w:val="28"/>
        </w:rPr>
        <w:t xml:space="preserve"> соглашений </w:t>
      </w:r>
      <w:r>
        <w:rPr>
          <w:sz w:val="28"/>
          <w:szCs w:val="28"/>
        </w:rPr>
        <w:br/>
      </w:r>
      <w:r w:rsidRPr="00795ECB">
        <w:rPr>
          <w:sz w:val="28"/>
          <w:szCs w:val="28"/>
        </w:rPr>
        <w:t>о государственно-частном партнёрстве и концессионных соглашений</w:t>
      </w:r>
      <w:r>
        <w:rPr>
          <w:sz w:val="28"/>
          <w:szCs w:val="28"/>
        </w:rPr>
        <w:t>,</w:t>
      </w:r>
      <w:r w:rsidRPr="00795ECB">
        <w:rPr>
          <w:sz w:val="28"/>
          <w:szCs w:val="28"/>
        </w:rPr>
        <w:t xml:space="preserve"> Правительством Ульяновской области создаётся комиссия по вопросам </w:t>
      </w:r>
      <w:r>
        <w:rPr>
          <w:sz w:val="28"/>
          <w:szCs w:val="28"/>
        </w:rPr>
        <w:t xml:space="preserve">участия Ульяновской области в соглашениях </w:t>
      </w:r>
      <w:r w:rsidRPr="00795ECB">
        <w:rPr>
          <w:sz w:val="28"/>
          <w:szCs w:val="28"/>
        </w:rPr>
        <w:t xml:space="preserve">о государственно-частном партнёрстве </w:t>
      </w:r>
      <w:r>
        <w:rPr>
          <w:sz w:val="28"/>
          <w:szCs w:val="28"/>
        </w:rPr>
        <w:br/>
      </w:r>
      <w:r w:rsidRPr="00795ECB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795ECB">
        <w:rPr>
          <w:sz w:val="28"/>
          <w:szCs w:val="28"/>
        </w:rPr>
        <w:t>концессионных соглашени</w:t>
      </w:r>
      <w:r>
        <w:rPr>
          <w:sz w:val="28"/>
          <w:szCs w:val="28"/>
        </w:rPr>
        <w:t>ях (далее – комиссия)</w:t>
      </w:r>
      <w:r w:rsidRPr="00795ECB">
        <w:rPr>
          <w:sz w:val="28"/>
          <w:szCs w:val="28"/>
        </w:rPr>
        <w:t>.</w:t>
      </w:r>
    </w:p>
    <w:p w:rsidR="00DD03A9" w:rsidRPr="00DD44D7" w:rsidRDefault="00DD03A9" w:rsidP="008C0FA0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DD44D7">
        <w:rPr>
          <w:sz w:val="28"/>
          <w:szCs w:val="28"/>
        </w:rPr>
        <w:t>2. Задачами комиссии являются:</w:t>
      </w:r>
    </w:p>
    <w:p w:rsidR="00DD03A9" w:rsidRPr="00795ECB" w:rsidRDefault="00DD03A9" w:rsidP="008C0FA0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DD44D7">
        <w:rPr>
          <w:sz w:val="28"/>
          <w:szCs w:val="28"/>
        </w:rPr>
        <w:t>1) участие в формировании основных направлений деятельности исполнительных органов государственной власти Ульяновской области</w:t>
      </w:r>
      <w:r w:rsidRPr="00795ECB">
        <w:rPr>
          <w:sz w:val="28"/>
          <w:szCs w:val="28"/>
        </w:rPr>
        <w:t xml:space="preserve"> в сфере развития государственно-частного партнёрства на территории Ульяновской области </w:t>
      </w:r>
      <w:r>
        <w:rPr>
          <w:sz w:val="28"/>
          <w:szCs w:val="28"/>
        </w:rPr>
        <w:t>и</w:t>
      </w:r>
      <w:r w:rsidRPr="00795ECB">
        <w:rPr>
          <w:sz w:val="28"/>
          <w:szCs w:val="28"/>
        </w:rPr>
        <w:t xml:space="preserve"> системы планирования развития государственно-частного партнёрства на территории Ульяновской области;</w:t>
      </w:r>
    </w:p>
    <w:p w:rsidR="00DD03A9" w:rsidRPr="00795ECB" w:rsidRDefault="00DD03A9" w:rsidP="008C0FA0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795ECB">
        <w:rPr>
          <w:sz w:val="28"/>
          <w:szCs w:val="28"/>
        </w:rPr>
        <w:t>2) подготовка и рассмотрение предложений по совершенствованию законодательства в сфере государственно-частного партнёрства;</w:t>
      </w:r>
    </w:p>
    <w:p w:rsidR="00DD03A9" w:rsidRPr="00795ECB" w:rsidRDefault="00DD03A9" w:rsidP="008C0FA0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795ECB">
        <w:rPr>
          <w:sz w:val="28"/>
          <w:szCs w:val="28"/>
        </w:rPr>
        <w:t>3) анализ практики развития государственно-частного партнёрства, подготовка предложений Правительству Ульяновской области по внедрению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 Ульяновской области</w:t>
      </w:r>
      <w:r w:rsidRPr="00795ECB">
        <w:rPr>
          <w:sz w:val="28"/>
          <w:szCs w:val="28"/>
        </w:rPr>
        <w:t xml:space="preserve"> лучших практик в данной сфере;</w:t>
      </w:r>
    </w:p>
    <w:p w:rsidR="00DD03A9" w:rsidRPr="00795ECB" w:rsidRDefault="00DD03A9" w:rsidP="008C0FA0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795ECB">
        <w:rPr>
          <w:sz w:val="28"/>
          <w:szCs w:val="28"/>
        </w:rPr>
        <w:t>4) участие в процедуре принятия решений о заключении концессионных соглашений, а также процедуре рассмотрения предложений о заключении концессионн</w:t>
      </w:r>
      <w:r>
        <w:rPr>
          <w:sz w:val="28"/>
          <w:szCs w:val="28"/>
        </w:rPr>
        <w:t>ых</w:t>
      </w:r>
      <w:r w:rsidRPr="00795ECB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й</w:t>
      </w:r>
      <w:r w:rsidRPr="00795ECB">
        <w:rPr>
          <w:sz w:val="28"/>
          <w:szCs w:val="28"/>
        </w:rPr>
        <w:t>;</w:t>
      </w:r>
    </w:p>
    <w:p w:rsidR="00DD03A9" w:rsidRPr="00795ECB" w:rsidRDefault="00DD03A9" w:rsidP="008C0FA0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95ECB">
        <w:rPr>
          <w:sz w:val="28"/>
          <w:szCs w:val="28"/>
        </w:rPr>
        <w:t xml:space="preserve">) участие в организации межведомственного взаимодействия исполнительных органов государственной власти Ульяновской области </w:t>
      </w:r>
      <w:r>
        <w:rPr>
          <w:sz w:val="28"/>
          <w:szCs w:val="28"/>
        </w:rPr>
        <w:br/>
      </w:r>
      <w:r w:rsidRPr="00795ECB">
        <w:rPr>
          <w:sz w:val="28"/>
          <w:szCs w:val="28"/>
        </w:rPr>
        <w:t xml:space="preserve">по вопросам заключения соглашений о государственно-частном партнёрстве </w:t>
      </w:r>
      <w:r>
        <w:rPr>
          <w:sz w:val="28"/>
          <w:szCs w:val="28"/>
        </w:rPr>
        <w:br/>
      </w:r>
      <w:r w:rsidRPr="00795ECB">
        <w:rPr>
          <w:sz w:val="28"/>
          <w:szCs w:val="28"/>
        </w:rPr>
        <w:t>и концессионных соглашений</w:t>
      </w:r>
      <w:r>
        <w:rPr>
          <w:sz w:val="28"/>
          <w:szCs w:val="28"/>
        </w:rPr>
        <w:t xml:space="preserve">, в том числе обеспечение межведомственного взаимодействия </w:t>
      </w:r>
      <w:r w:rsidRPr="00795ECB">
        <w:rPr>
          <w:sz w:val="28"/>
          <w:szCs w:val="28"/>
        </w:rPr>
        <w:t>исполнительных органов государственной власти Ульяновской области</w:t>
      </w:r>
      <w:r>
        <w:rPr>
          <w:sz w:val="28"/>
          <w:szCs w:val="28"/>
        </w:rPr>
        <w:t xml:space="preserve"> по вопросам разработки </w:t>
      </w:r>
      <w:r w:rsidRPr="00B219E0">
        <w:rPr>
          <w:sz w:val="28"/>
          <w:szCs w:val="28"/>
        </w:rPr>
        <w:t>проектов государственно-частного партнёрства и проектов, планируемых к реализации путём заключения концессионных соглашений</w:t>
      </w:r>
      <w:r w:rsidRPr="00795ECB">
        <w:rPr>
          <w:sz w:val="28"/>
          <w:szCs w:val="28"/>
        </w:rPr>
        <w:t>.</w:t>
      </w:r>
    </w:p>
    <w:p w:rsidR="00DD03A9" w:rsidRPr="00795ECB" w:rsidRDefault="00DD03A9" w:rsidP="008C0FA0">
      <w:pPr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795ECB">
        <w:rPr>
          <w:sz w:val="28"/>
          <w:szCs w:val="28"/>
        </w:rPr>
        <w:t xml:space="preserve">3. Положение о деятельности комиссии и </w:t>
      </w:r>
      <w:r>
        <w:rPr>
          <w:sz w:val="28"/>
          <w:szCs w:val="28"/>
        </w:rPr>
        <w:t xml:space="preserve">её </w:t>
      </w:r>
      <w:r w:rsidRPr="00795ECB">
        <w:rPr>
          <w:sz w:val="28"/>
          <w:szCs w:val="28"/>
        </w:rPr>
        <w:t>состав утверждаются Правительством Ульяновской области.</w:t>
      </w:r>
    </w:p>
    <w:p w:rsidR="00DD03A9" w:rsidRPr="008C0FA0" w:rsidRDefault="00DD03A9" w:rsidP="008C0FA0">
      <w:pPr>
        <w:autoSpaceDE w:val="0"/>
        <w:autoSpaceDN w:val="0"/>
        <w:adjustRightInd w:val="0"/>
        <w:ind w:left="1985" w:hanging="1134"/>
        <w:jc w:val="both"/>
        <w:outlineLvl w:val="0"/>
        <w:rPr>
          <w:sz w:val="16"/>
          <w:szCs w:val="28"/>
        </w:rPr>
      </w:pPr>
    </w:p>
    <w:p w:rsidR="00DD03A9" w:rsidRPr="008C0FA0" w:rsidRDefault="00DD03A9" w:rsidP="008C0FA0">
      <w:pPr>
        <w:autoSpaceDE w:val="0"/>
        <w:autoSpaceDN w:val="0"/>
        <w:adjustRightInd w:val="0"/>
        <w:ind w:left="1985" w:hanging="1134"/>
        <w:jc w:val="both"/>
        <w:outlineLvl w:val="0"/>
        <w:rPr>
          <w:sz w:val="28"/>
          <w:szCs w:val="28"/>
        </w:rPr>
      </w:pPr>
    </w:p>
    <w:p w:rsidR="00DD03A9" w:rsidRPr="008C0FA0" w:rsidRDefault="00DD03A9" w:rsidP="008C0FA0">
      <w:pPr>
        <w:autoSpaceDE w:val="0"/>
        <w:autoSpaceDN w:val="0"/>
        <w:adjustRightInd w:val="0"/>
        <w:ind w:left="2520" w:hanging="1669"/>
        <w:jc w:val="both"/>
        <w:outlineLvl w:val="0"/>
        <w:rPr>
          <w:b/>
          <w:bCs/>
          <w:sz w:val="28"/>
          <w:szCs w:val="28"/>
        </w:rPr>
      </w:pPr>
      <w:r w:rsidRPr="008C0FA0">
        <w:rPr>
          <w:sz w:val="28"/>
          <w:szCs w:val="28"/>
        </w:rPr>
        <w:t>Статья 5.</w:t>
      </w:r>
      <w:r w:rsidRPr="008C0FA0">
        <w:rPr>
          <w:b/>
          <w:bCs/>
          <w:sz w:val="28"/>
          <w:szCs w:val="28"/>
        </w:rPr>
        <w:t xml:space="preserve"> Дополнительные функции у</w:t>
      </w:r>
      <w:r w:rsidRPr="008C0FA0">
        <w:rPr>
          <w:b/>
          <w:sz w:val="28"/>
          <w:szCs w:val="28"/>
        </w:rPr>
        <w:t>полномоченного органа, связанные с участием Ульяновской области в соглашениях о государственно-частном партнёрстве и в концессионных соглашениях</w:t>
      </w:r>
    </w:p>
    <w:p w:rsidR="00DD03A9" w:rsidRPr="008C0FA0" w:rsidRDefault="00DD03A9" w:rsidP="008C0FA0">
      <w:pPr>
        <w:autoSpaceDE w:val="0"/>
        <w:autoSpaceDN w:val="0"/>
        <w:adjustRightInd w:val="0"/>
        <w:ind w:left="1980" w:hanging="1260"/>
        <w:jc w:val="both"/>
        <w:outlineLvl w:val="0"/>
        <w:rPr>
          <w:sz w:val="28"/>
          <w:szCs w:val="28"/>
        </w:rPr>
      </w:pPr>
    </w:p>
    <w:p w:rsidR="00DD03A9" w:rsidRPr="008C0FA0" w:rsidRDefault="00DD03A9" w:rsidP="008C0FA0">
      <w:pPr>
        <w:autoSpaceDE w:val="0"/>
        <w:autoSpaceDN w:val="0"/>
        <w:adjustRightInd w:val="0"/>
        <w:ind w:left="1980" w:hanging="1260"/>
        <w:jc w:val="both"/>
        <w:outlineLvl w:val="0"/>
        <w:rPr>
          <w:sz w:val="28"/>
          <w:szCs w:val="28"/>
        </w:rPr>
      </w:pPr>
    </w:p>
    <w:p w:rsidR="00DD03A9" w:rsidRDefault="00DD03A9" w:rsidP="008C0FA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Наряду с функциями, предусмотренными частью 2 статьи 17 Федерального закона </w:t>
      </w:r>
      <w:r w:rsidRPr="00795ECB">
        <w:rPr>
          <w:sz w:val="28"/>
          <w:szCs w:val="28"/>
        </w:rPr>
        <w:t xml:space="preserve">«О государственно-частном партнёрстве, муниципально-частном партнёрстве в Российской Федерации и </w:t>
      </w:r>
      <w:r w:rsidRPr="006F6690">
        <w:rPr>
          <w:sz w:val="28"/>
          <w:szCs w:val="28"/>
        </w:rPr>
        <w:t>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 и настоящим Законом, уполномоченный орган также осуществляет следующие функции, связанные с участием Ульяновской области в соглашениях о государственно-частном партнёрстве и в концессионных соглашениях:</w:t>
      </w:r>
    </w:p>
    <w:p w:rsidR="00DD03A9" w:rsidRPr="00795ECB" w:rsidRDefault="00DD03A9" w:rsidP="008C0FA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95ECB">
        <w:rPr>
          <w:sz w:val="28"/>
          <w:szCs w:val="28"/>
        </w:rPr>
        <w:t>формир</w:t>
      </w:r>
      <w:r>
        <w:rPr>
          <w:sz w:val="28"/>
          <w:szCs w:val="28"/>
        </w:rPr>
        <w:t>ует</w:t>
      </w:r>
      <w:r w:rsidRPr="00795ECB">
        <w:rPr>
          <w:sz w:val="28"/>
          <w:szCs w:val="28"/>
        </w:rPr>
        <w:t xml:space="preserve"> план развития государственно-частного партнёрства</w:t>
      </w:r>
      <w:r w:rsidRPr="00795ECB">
        <w:rPr>
          <w:sz w:val="28"/>
          <w:szCs w:val="28"/>
        </w:rPr>
        <w:br/>
        <w:t>на территории Ульяновской области;</w:t>
      </w:r>
    </w:p>
    <w:p w:rsidR="00DD03A9" w:rsidRDefault="00DD03A9" w:rsidP="008C0FA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2) принимает в пределах своей компетенции меры, направленные </w:t>
      </w:r>
      <w:r>
        <w:rPr>
          <w:sz w:val="28"/>
          <w:szCs w:val="28"/>
        </w:rPr>
        <w:br/>
        <w:t xml:space="preserve">на совершенствование нормативных правовых актов Ульяновской области, регулирующих отношения, связанные с участием Ульяновской области </w:t>
      </w:r>
      <w:r>
        <w:rPr>
          <w:sz w:val="28"/>
          <w:szCs w:val="28"/>
        </w:rPr>
        <w:br/>
        <w:t>в соглашениях о государственно-частном партнёрстве и в концессионных соглашениях;</w:t>
      </w:r>
    </w:p>
    <w:p w:rsidR="00DD03A9" w:rsidRDefault="00DD03A9" w:rsidP="008C0FA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 обеспечивает деятельность комиссии.</w:t>
      </w:r>
    </w:p>
    <w:p w:rsidR="00DD03A9" w:rsidRPr="008C0FA0" w:rsidRDefault="00DD03A9" w:rsidP="008C0FA0">
      <w:pPr>
        <w:autoSpaceDE w:val="0"/>
        <w:autoSpaceDN w:val="0"/>
        <w:adjustRightInd w:val="0"/>
        <w:ind w:left="2127" w:hanging="1418"/>
        <w:jc w:val="both"/>
        <w:outlineLvl w:val="0"/>
        <w:rPr>
          <w:sz w:val="16"/>
          <w:szCs w:val="28"/>
        </w:rPr>
      </w:pPr>
    </w:p>
    <w:p w:rsidR="00DD03A9" w:rsidRDefault="00DD03A9" w:rsidP="008C0FA0">
      <w:pPr>
        <w:autoSpaceDE w:val="0"/>
        <w:autoSpaceDN w:val="0"/>
        <w:adjustRightInd w:val="0"/>
        <w:ind w:left="2127" w:hanging="1418"/>
        <w:jc w:val="both"/>
        <w:outlineLvl w:val="0"/>
        <w:rPr>
          <w:sz w:val="28"/>
          <w:szCs w:val="28"/>
        </w:rPr>
      </w:pPr>
    </w:p>
    <w:p w:rsidR="00DD03A9" w:rsidRPr="00B219E0" w:rsidRDefault="00DD03A9" w:rsidP="000E1AE6">
      <w:pPr>
        <w:autoSpaceDE w:val="0"/>
        <w:autoSpaceDN w:val="0"/>
        <w:adjustRightInd w:val="0"/>
        <w:ind w:left="2268" w:hanging="1559"/>
        <w:jc w:val="both"/>
        <w:outlineLvl w:val="0"/>
        <w:rPr>
          <w:b/>
          <w:bCs/>
          <w:sz w:val="28"/>
          <w:szCs w:val="28"/>
        </w:rPr>
      </w:pPr>
      <w:r w:rsidRPr="00B219E0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6</w:t>
      </w:r>
      <w:r w:rsidRPr="00B219E0"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B219E0">
        <w:rPr>
          <w:b/>
          <w:bCs/>
          <w:sz w:val="28"/>
          <w:szCs w:val="28"/>
        </w:rPr>
        <w:t>Организация,</w:t>
      </w:r>
      <w:r>
        <w:rPr>
          <w:b/>
          <w:bCs/>
          <w:sz w:val="28"/>
          <w:szCs w:val="28"/>
        </w:rPr>
        <w:t xml:space="preserve"> </w:t>
      </w:r>
      <w:r w:rsidRPr="00B219E0">
        <w:rPr>
          <w:b/>
          <w:bCs/>
          <w:sz w:val="28"/>
          <w:szCs w:val="28"/>
        </w:rPr>
        <w:t xml:space="preserve"> уполномоченная </w:t>
      </w:r>
      <w:r>
        <w:rPr>
          <w:b/>
          <w:bCs/>
          <w:sz w:val="28"/>
          <w:szCs w:val="28"/>
        </w:rPr>
        <w:t xml:space="preserve"> </w:t>
      </w:r>
      <w:r w:rsidRPr="00B219E0">
        <w:rPr>
          <w:b/>
          <w:bCs/>
          <w:sz w:val="28"/>
          <w:szCs w:val="28"/>
        </w:rPr>
        <w:t xml:space="preserve">в сфере развития государственно-частного партнёрства на территории Ульяновской области </w:t>
      </w:r>
    </w:p>
    <w:p w:rsidR="00DD03A9" w:rsidRPr="00B219E0" w:rsidRDefault="00DD03A9" w:rsidP="000E1AE6">
      <w:pPr>
        <w:autoSpaceDE w:val="0"/>
        <w:autoSpaceDN w:val="0"/>
        <w:adjustRightInd w:val="0"/>
        <w:ind w:left="1980" w:hanging="1260"/>
        <w:jc w:val="center"/>
        <w:outlineLvl w:val="0"/>
        <w:rPr>
          <w:sz w:val="28"/>
          <w:szCs w:val="28"/>
        </w:rPr>
      </w:pPr>
    </w:p>
    <w:p w:rsidR="00DD03A9" w:rsidRPr="00B219E0" w:rsidRDefault="00DD03A9" w:rsidP="008C0FA0">
      <w:pPr>
        <w:autoSpaceDE w:val="0"/>
        <w:autoSpaceDN w:val="0"/>
        <w:adjustRightInd w:val="0"/>
        <w:ind w:left="1980" w:hanging="1260"/>
        <w:jc w:val="both"/>
        <w:outlineLvl w:val="0"/>
        <w:rPr>
          <w:sz w:val="28"/>
          <w:szCs w:val="28"/>
        </w:rPr>
      </w:pPr>
    </w:p>
    <w:p w:rsidR="00DD03A9" w:rsidRPr="00B219E0" w:rsidRDefault="00DD03A9" w:rsidP="008C0FA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219E0">
        <w:rPr>
          <w:sz w:val="28"/>
          <w:szCs w:val="28"/>
        </w:rPr>
        <w:t>1. Правительством Ульяновской области в установленном им порядке о</w:t>
      </w:r>
      <w:r>
        <w:rPr>
          <w:sz w:val="28"/>
          <w:szCs w:val="28"/>
        </w:rPr>
        <w:t>тбирается</w:t>
      </w:r>
      <w:r w:rsidRPr="00B219E0">
        <w:rPr>
          <w:sz w:val="28"/>
          <w:szCs w:val="28"/>
        </w:rPr>
        <w:t xml:space="preserve"> организация, уполномоченная в сфере </w:t>
      </w:r>
      <w:r>
        <w:rPr>
          <w:sz w:val="28"/>
          <w:szCs w:val="28"/>
        </w:rPr>
        <w:t xml:space="preserve">развития </w:t>
      </w:r>
      <w:r w:rsidRPr="00B219E0">
        <w:rPr>
          <w:sz w:val="28"/>
          <w:szCs w:val="28"/>
        </w:rPr>
        <w:t>государственно-частного партнёрства на территории Ульяновской области (далее – институт развития</w:t>
      </w:r>
      <w:r>
        <w:rPr>
          <w:sz w:val="28"/>
          <w:szCs w:val="28"/>
        </w:rPr>
        <w:t xml:space="preserve"> </w:t>
      </w:r>
      <w:r w:rsidRPr="00B219E0">
        <w:rPr>
          <w:sz w:val="28"/>
          <w:szCs w:val="28"/>
        </w:rPr>
        <w:t>в сфере государственно-частного партнёрства на территории Ульяновской области).</w:t>
      </w:r>
    </w:p>
    <w:p w:rsidR="00DD03A9" w:rsidRPr="00B219E0" w:rsidRDefault="00DD03A9" w:rsidP="008C0FA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219E0">
        <w:rPr>
          <w:sz w:val="28"/>
          <w:szCs w:val="28"/>
        </w:rPr>
        <w:t>2. Функциями института развития в сфере государственно-частного партнёрства на территории Ульяновской области являются:</w:t>
      </w:r>
    </w:p>
    <w:p w:rsidR="00DD03A9" w:rsidRPr="00B219E0" w:rsidRDefault="00DD03A9" w:rsidP="008C0FA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219E0">
        <w:rPr>
          <w:sz w:val="28"/>
          <w:szCs w:val="28"/>
        </w:rPr>
        <w:t>1) разработка проектов государственно-частного партнёрства и проектов, планируемых к реализации путём заключения концессионных соглашений, в том числе разработка концепции, технико-экономического обоснования, финансовой</w:t>
      </w:r>
      <w:r w:rsidRPr="00B219E0">
        <w:rPr>
          <w:sz w:val="28"/>
          <w:szCs w:val="28"/>
        </w:rPr>
        <w:br/>
        <w:t>и юридической моделей указанных проектов, а также соответствующей проектной документации;</w:t>
      </w:r>
    </w:p>
    <w:p w:rsidR="00DD03A9" w:rsidRPr="00B219E0" w:rsidRDefault="00DD03A9" w:rsidP="008C0FA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219E0">
        <w:rPr>
          <w:sz w:val="28"/>
          <w:szCs w:val="28"/>
        </w:rPr>
        <w:t xml:space="preserve">2) методическое сопровождение реализации проектов государственно-частного партнёрства и проектов, </w:t>
      </w:r>
      <w:r>
        <w:rPr>
          <w:sz w:val="28"/>
          <w:szCs w:val="28"/>
        </w:rPr>
        <w:t>реализуемых</w:t>
      </w:r>
      <w:r w:rsidRPr="00B219E0">
        <w:rPr>
          <w:sz w:val="28"/>
          <w:szCs w:val="28"/>
        </w:rPr>
        <w:t xml:space="preserve"> путём заключения концессионных соглашений;</w:t>
      </w:r>
    </w:p>
    <w:p w:rsidR="00DD03A9" w:rsidRPr="00B219E0" w:rsidRDefault="00DD03A9" w:rsidP="008C0FA0">
      <w:pPr>
        <w:tabs>
          <w:tab w:val="left" w:pos="1080"/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19E0">
        <w:rPr>
          <w:sz w:val="28"/>
          <w:szCs w:val="28"/>
        </w:rPr>
        <w:t>3) методическое обеспечение развития государственно-частного партнёрства на территории Ульяновской области.</w:t>
      </w:r>
    </w:p>
    <w:p w:rsidR="00DD03A9" w:rsidRPr="008C0FA0" w:rsidRDefault="00DD03A9" w:rsidP="008C0FA0">
      <w:pPr>
        <w:ind w:firstLine="720"/>
        <w:jc w:val="both"/>
        <w:rPr>
          <w:sz w:val="16"/>
          <w:szCs w:val="28"/>
          <w:highlight w:val="yellow"/>
        </w:rPr>
      </w:pPr>
      <w:bookmarkStart w:id="0" w:name="_GoBack"/>
      <w:bookmarkEnd w:id="0"/>
    </w:p>
    <w:p w:rsidR="00DD03A9" w:rsidRDefault="00DD03A9" w:rsidP="008C0FA0">
      <w:pPr>
        <w:ind w:firstLine="720"/>
        <w:jc w:val="both"/>
        <w:rPr>
          <w:sz w:val="28"/>
          <w:szCs w:val="28"/>
        </w:rPr>
      </w:pPr>
    </w:p>
    <w:p w:rsidR="00DD03A9" w:rsidRPr="00A46A0D" w:rsidRDefault="00DD03A9" w:rsidP="008C0FA0">
      <w:pPr>
        <w:ind w:firstLine="720"/>
        <w:jc w:val="both"/>
        <w:rPr>
          <w:sz w:val="28"/>
          <w:szCs w:val="28"/>
        </w:rPr>
      </w:pPr>
    </w:p>
    <w:p w:rsidR="00DD03A9" w:rsidRDefault="00DD03A9" w:rsidP="008C0FA0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Временно исполняющий обязанности</w:t>
      </w:r>
    </w:p>
    <w:p w:rsidR="00DD03A9" w:rsidRPr="00A46A0D" w:rsidRDefault="00DD03A9" w:rsidP="008C0FA0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5B87">
        <w:rPr>
          <w:rFonts w:ascii="Times New Roman" w:hAnsi="Times New Roman" w:cs="Times New Roman"/>
          <w:b/>
          <w:bCs/>
          <w:sz w:val="28"/>
          <w:szCs w:val="28"/>
        </w:rPr>
        <w:t>Губернатор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75B87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75B87">
        <w:rPr>
          <w:rFonts w:ascii="Times New Roman" w:hAnsi="Times New Roman" w:cs="Times New Roman"/>
          <w:b/>
          <w:bCs/>
          <w:sz w:val="28"/>
          <w:szCs w:val="28"/>
        </w:rPr>
        <w:t xml:space="preserve"> С.И.Морозов</w:t>
      </w:r>
    </w:p>
    <w:p w:rsidR="00DD03A9" w:rsidRPr="008C0FA0" w:rsidRDefault="00DD03A9" w:rsidP="008C0FA0">
      <w:pPr>
        <w:pStyle w:val="ConsPlusNormal"/>
        <w:jc w:val="both"/>
        <w:rPr>
          <w:rFonts w:ascii="Times New Roman" w:hAnsi="Times New Roman" w:cs="Times New Roman"/>
          <w:bCs/>
          <w:sz w:val="16"/>
          <w:szCs w:val="28"/>
        </w:rPr>
      </w:pPr>
    </w:p>
    <w:p w:rsidR="00DD03A9" w:rsidRPr="00E8695E" w:rsidRDefault="00DD03A9" w:rsidP="008C0FA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03A9" w:rsidRPr="00E8695E" w:rsidRDefault="00DD03A9" w:rsidP="008C0FA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03A9" w:rsidRPr="00A46A0D" w:rsidRDefault="00DD03A9" w:rsidP="008C0F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46A0D">
        <w:rPr>
          <w:rFonts w:ascii="Times New Roman" w:hAnsi="Times New Roman" w:cs="Times New Roman"/>
          <w:sz w:val="28"/>
          <w:szCs w:val="28"/>
        </w:rPr>
        <w:t>г. Ульяновск</w:t>
      </w:r>
    </w:p>
    <w:p w:rsidR="00DD03A9" w:rsidRPr="00A46A0D" w:rsidRDefault="00DD03A9" w:rsidP="008C0F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мая</w:t>
      </w:r>
      <w:r w:rsidRPr="00A46A0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6A0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D03A9" w:rsidRDefault="00DD03A9" w:rsidP="008C0F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75</w:t>
      </w:r>
      <w:r w:rsidRPr="00A46A0D">
        <w:rPr>
          <w:rFonts w:ascii="Times New Roman" w:hAnsi="Times New Roman" w:cs="Times New Roman"/>
          <w:sz w:val="28"/>
          <w:szCs w:val="28"/>
        </w:rPr>
        <w:t>-ЗО</w:t>
      </w:r>
    </w:p>
    <w:p w:rsidR="00DD03A9" w:rsidRDefault="00DD03A9" w:rsidP="008C0FA0">
      <w:pPr>
        <w:tabs>
          <w:tab w:val="left" w:pos="900"/>
        </w:tabs>
        <w:ind w:firstLine="720"/>
        <w:jc w:val="both"/>
        <w:rPr>
          <w:sz w:val="28"/>
          <w:szCs w:val="28"/>
        </w:rPr>
      </w:pPr>
    </w:p>
    <w:sectPr w:rsidR="00DD03A9" w:rsidSect="008C0FA0">
      <w:headerReference w:type="default" r:id="rId7"/>
      <w:headerReference w:type="first" r:id="rId8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3A9" w:rsidRDefault="00DD03A9">
      <w:r>
        <w:separator/>
      </w:r>
    </w:p>
  </w:endnote>
  <w:endnote w:type="continuationSeparator" w:id="0">
    <w:p w:rsidR="00DD03A9" w:rsidRDefault="00DD0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3A9" w:rsidRDefault="00DD03A9">
      <w:r>
        <w:separator/>
      </w:r>
    </w:p>
  </w:footnote>
  <w:footnote w:type="continuationSeparator" w:id="0">
    <w:p w:rsidR="00DD03A9" w:rsidRDefault="00DD0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3A9" w:rsidRPr="00755E60" w:rsidRDefault="00DD03A9" w:rsidP="00755E60">
    <w:pPr>
      <w:pStyle w:val="Header"/>
      <w:jc w:val="center"/>
      <w:rPr>
        <w:sz w:val="28"/>
        <w:szCs w:val="28"/>
      </w:rPr>
    </w:pPr>
    <w:r w:rsidRPr="00215538">
      <w:rPr>
        <w:rStyle w:val="PageNumber"/>
        <w:sz w:val="28"/>
        <w:szCs w:val="28"/>
      </w:rPr>
      <w:fldChar w:fldCharType="begin"/>
    </w:r>
    <w:r w:rsidRPr="00215538">
      <w:rPr>
        <w:rStyle w:val="PageNumber"/>
        <w:sz w:val="28"/>
        <w:szCs w:val="28"/>
      </w:rPr>
      <w:instrText xml:space="preserve">PAGE  </w:instrText>
    </w:r>
    <w:r w:rsidRPr="0021553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8</w:t>
    </w:r>
    <w:r w:rsidRPr="00215538">
      <w:rPr>
        <w:rStyle w:val="PageNumber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3A9" w:rsidRDefault="00DD03A9" w:rsidP="003F392B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DA82058"/>
    <w:multiLevelType w:val="hybridMultilevel"/>
    <w:tmpl w:val="F41458E2"/>
    <w:lvl w:ilvl="0" w:tplc="F17488FE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A495E8F"/>
    <w:multiLevelType w:val="hybridMultilevel"/>
    <w:tmpl w:val="8FCE5538"/>
    <w:lvl w:ilvl="0" w:tplc="302EDF3C">
      <w:start w:val="1"/>
      <w:numFmt w:val="decimal"/>
      <w:lvlText w:val="%1)"/>
      <w:lvlJc w:val="left"/>
      <w:pPr>
        <w:tabs>
          <w:tab w:val="num" w:pos="1944"/>
        </w:tabs>
        <w:ind w:left="1944" w:hanging="122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A7B68D1"/>
    <w:multiLevelType w:val="hybridMultilevel"/>
    <w:tmpl w:val="DA38480E"/>
    <w:lvl w:ilvl="0" w:tplc="2D662B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DCCD5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633"/>
    <w:rsid w:val="00002E5D"/>
    <w:rsid w:val="00005EC8"/>
    <w:rsid w:val="00005F6D"/>
    <w:rsid w:val="00006882"/>
    <w:rsid w:val="00011A0E"/>
    <w:rsid w:val="000129B7"/>
    <w:rsid w:val="00020EB2"/>
    <w:rsid w:val="000228DB"/>
    <w:rsid w:val="00022A5A"/>
    <w:rsid w:val="00027138"/>
    <w:rsid w:val="00027AE6"/>
    <w:rsid w:val="00027CFF"/>
    <w:rsid w:val="0003048D"/>
    <w:rsid w:val="00033A7E"/>
    <w:rsid w:val="00034F50"/>
    <w:rsid w:val="00045B36"/>
    <w:rsid w:val="0004627E"/>
    <w:rsid w:val="000465F0"/>
    <w:rsid w:val="000477DA"/>
    <w:rsid w:val="00050635"/>
    <w:rsid w:val="0005202E"/>
    <w:rsid w:val="00055E17"/>
    <w:rsid w:val="000577CB"/>
    <w:rsid w:val="0006598F"/>
    <w:rsid w:val="00066AE0"/>
    <w:rsid w:val="00066B40"/>
    <w:rsid w:val="00067143"/>
    <w:rsid w:val="0007297D"/>
    <w:rsid w:val="00072CD3"/>
    <w:rsid w:val="00073300"/>
    <w:rsid w:val="00073ACC"/>
    <w:rsid w:val="00076EA4"/>
    <w:rsid w:val="00080352"/>
    <w:rsid w:val="00080398"/>
    <w:rsid w:val="0008107D"/>
    <w:rsid w:val="000835B9"/>
    <w:rsid w:val="00085F5B"/>
    <w:rsid w:val="00091B88"/>
    <w:rsid w:val="000924AF"/>
    <w:rsid w:val="0009328F"/>
    <w:rsid w:val="00096777"/>
    <w:rsid w:val="000969DF"/>
    <w:rsid w:val="00096DFF"/>
    <w:rsid w:val="000A2235"/>
    <w:rsid w:val="000A2C86"/>
    <w:rsid w:val="000A49C6"/>
    <w:rsid w:val="000A7195"/>
    <w:rsid w:val="000B0E46"/>
    <w:rsid w:val="000B16DE"/>
    <w:rsid w:val="000B4D2F"/>
    <w:rsid w:val="000B4D67"/>
    <w:rsid w:val="000B70D7"/>
    <w:rsid w:val="000C2541"/>
    <w:rsid w:val="000C4884"/>
    <w:rsid w:val="000C4A5C"/>
    <w:rsid w:val="000C6360"/>
    <w:rsid w:val="000C637B"/>
    <w:rsid w:val="000C736B"/>
    <w:rsid w:val="000D251B"/>
    <w:rsid w:val="000D7280"/>
    <w:rsid w:val="000E1AE6"/>
    <w:rsid w:val="000E488B"/>
    <w:rsid w:val="000E583E"/>
    <w:rsid w:val="000E5BDE"/>
    <w:rsid w:val="000F1148"/>
    <w:rsid w:val="000F1467"/>
    <w:rsid w:val="000F2E19"/>
    <w:rsid w:val="000F2EAD"/>
    <w:rsid w:val="000F3104"/>
    <w:rsid w:val="000F3D1E"/>
    <w:rsid w:val="000F4508"/>
    <w:rsid w:val="000F4AB3"/>
    <w:rsid w:val="0010690F"/>
    <w:rsid w:val="0010732B"/>
    <w:rsid w:val="00107790"/>
    <w:rsid w:val="00113AE6"/>
    <w:rsid w:val="00115036"/>
    <w:rsid w:val="00115B0F"/>
    <w:rsid w:val="001170F8"/>
    <w:rsid w:val="0012178B"/>
    <w:rsid w:val="00121EA6"/>
    <w:rsid w:val="00124584"/>
    <w:rsid w:val="00131902"/>
    <w:rsid w:val="001353FD"/>
    <w:rsid w:val="00135BA6"/>
    <w:rsid w:val="001361E2"/>
    <w:rsid w:val="00136EA3"/>
    <w:rsid w:val="001378C7"/>
    <w:rsid w:val="00140670"/>
    <w:rsid w:val="00141645"/>
    <w:rsid w:val="00141C65"/>
    <w:rsid w:val="00142042"/>
    <w:rsid w:val="00143946"/>
    <w:rsid w:val="0014423C"/>
    <w:rsid w:val="00145916"/>
    <w:rsid w:val="0014662F"/>
    <w:rsid w:val="00146C3A"/>
    <w:rsid w:val="00146FB1"/>
    <w:rsid w:val="001504C8"/>
    <w:rsid w:val="00150C34"/>
    <w:rsid w:val="00152FBA"/>
    <w:rsid w:val="001544A3"/>
    <w:rsid w:val="00157DBC"/>
    <w:rsid w:val="00157DFD"/>
    <w:rsid w:val="00157E67"/>
    <w:rsid w:val="00157EF5"/>
    <w:rsid w:val="00166D1A"/>
    <w:rsid w:val="001710B2"/>
    <w:rsid w:val="001742C1"/>
    <w:rsid w:val="00174B48"/>
    <w:rsid w:val="0017542C"/>
    <w:rsid w:val="00176274"/>
    <w:rsid w:val="00181C84"/>
    <w:rsid w:val="00181F67"/>
    <w:rsid w:val="00185857"/>
    <w:rsid w:val="00190BD3"/>
    <w:rsid w:val="0019128A"/>
    <w:rsid w:val="0019564F"/>
    <w:rsid w:val="001967E3"/>
    <w:rsid w:val="001A11DF"/>
    <w:rsid w:val="001A22CC"/>
    <w:rsid w:val="001A2C49"/>
    <w:rsid w:val="001A3C32"/>
    <w:rsid w:val="001A4EE5"/>
    <w:rsid w:val="001A5F6F"/>
    <w:rsid w:val="001A6642"/>
    <w:rsid w:val="001B0880"/>
    <w:rsid w:val="001B1725"/>
    <w:rsid w:val="001B30C1"/>
    <w:rsid w:val="001B5623"/>
    <w:rsid w:val="001B64E0"/>
    <w:rsid w:val="001B6F59"/>
    <w:rsid w:val="001C06FA"/>
    <w:rsid w:val="001C440F"/>
    <w:rsid w:val="001D059D"/>
    <w:rsid w:val="001D3047"/>
    <w:rsid w:val="001D364A"/>
    <w:rsid w:val="001D3AD3"/>
    <w:rsid w:val="001D3B2D"/>
    <w:rsid w:val="001D63BC"/>
    <w:rsid w:val="001D67DA"/>
    <w:rsid w:val="001D7A1B"/>
    <w:rsid w:val="001E0BC6"/>
    <w:rsid w:val="001E33BD"/>
    <w:rsid w:val="001E7B8B"/>
    <w:rsid w:val="001F0726"/>
    <w:rsid w:val="001F1E8B"/>
    <w:rsid w:val="001F24FF"/>
    <w:rsid w:val="001F27CA"/>
    <w:rsid w:val="001F2C11"/>
    <w:rsid w:val="001F37D1"/>
    <w:rsid w:val="001F393E"/>
    <w:rsid w:val="001F4358"/>
    <w:rsid w:val="001F4732"/>
    <w:rsid w:val="001F79DE"/>
    <w:rsid w:val="002011FA"/>
    <w:rsid w:val="002015DF"/>
    <w:rsid w:val="00204C6E"/>
    <w:rsid w:val="00205575"/>
    <w:rsid w:val="00205ADE"/>
    <w:rsid w:val="00207149"/>
    <w:rsid w:val="0021020B"/>
    <w:rsid w:val="00211857"/>
    <w:rsid w:val="0021218F"/>
    <w:rsid w:val="0021379D"/>
    <w:rsid w:val="002142CD"/>
    <w:rsid w:val="00214D01"/>
    <w:rsid w:val="00215538"/>
    <w:rsid w:val="002157D8"/>
    <w:rsid w:val="00216749"/>
    <w:rsid w:val="00217CED"/>
    <w:rsid w:val="0022184E"/>
    <w:rsid w:val="00222255"/>
    <w:rsid w:val="00223B86"/>
    <w:rsid w:val="00223C33"/>
    <w:rsid w:val="00225D15"/>
    <w:rsid w:val="0022607C"/>
    <w:rsid w:val="0022633E"/>
    <w:rsid w:val="00236865"/>
    <w:rsid w:val="0023777E"/>
    <w:rsid w:val="00237DFD"/>
    <w:rsid w:val="00242CC2"/>
    <w:rsid w:val="00243A4E"/>
    <w:rsid w:val="00243FDE"/>
    <w:rsid w:val="00245266"/>
    <w:rsid w:val="00245A53"/>
    <w:rsid w:val="00245F9C"/>
    <w:rsid w:val="002465E6"/>
    <w:rsid w:val="002468DC"/>
    <w:rsid w:val="00246B21"/>
    <w:rsid w:val="00250360"/>
    <w:rsid w:val="002504BD"/>
    <w:rsid w:val="002508F9"/>
    <w:rsid w:val="00251525"/>
    <w:rsid w:val="00252771"/>
    <w:rsid w:val="00252DB0"/>
    <w:rsid w:val="002540C2"/>
    <w:rsid w:val="00255693"/>
    <w:rsid w:val="00262155"/>
    <w:rsid w:val="0026253E"/>
    <w:rsid w:val="00264FFA"/>
    <w:rsid w:val="002656DC"/>
    <w:rsid w:val="0026735A"/>
    <w:rsid w:val="002708F6"/>
    <w:rsid w:val="00271240"/>
    <w:rsid w:val="00271F01"/>
    <w:rsid w:val="00272626"/>
    <w:rsid w:val="00275B87"/>
    <w:rsid w:val="00280B5B"/>
    <w:rsid w:val="002830E7"/>
    <w:rsid w:val="00283CD2"/>
    <w:rsid w:val="00286227"/>
    <w:rsid w:val="00293CFC"/>
    <w:rsid w:val="002945A3"/>
    <w:rsid w:val="00296FCC"/>
    <w:rsid w:val="002A01D2"/>
    <w:rsid w:val="002A2875"/>
    <w:rsid w:val="002A4AEF"/>
    <w:rsid w:val="002A519C"/>
    <w:rsid w:val="002B15F2"/>
    <w:rsid w:val="002B4B8E"/>
    <w:rsid w:val="002B57D6"/>
    <w:rsid w:val="002C0E05"/>
    <w:rsid w:val="002C30FF"/>
    <w:rsid w:val="002C49BB"/>
    <w:rsid w:val="002C4C91"/>
    <w:rsid w:val="002D70E2"/>
    <w:rsid w:val="002E48A1"/>
    <w:rsid w:val="002E4EAF"/>
    <w:rsid w:val="002E56BC"/>
    <w:rsid w:val="002E5C95"/>
    <w:rsid w:val="002F081F"/>
    <w:rsid w:val="002F19CB"/>
    <w:rsid w:val="002F6DA0"/>
    <w:rsid w:val="002F7778"/>
    <w:rsid w:val="003007E7"/>
    <w:rsid w:val="00304284"/>
    <w:rsid w:val="003048BD"/>
    <w:rsid w:val="00305FBE"/>
    <w:rsid w:val="00306494"/>
    <w:rsid w:val="003072FD"/>
    <w:rsid w:val="003076B7"/>
    <w:rsid w:val="0031022E"/>
    <w:rsid w:val="0031032C"/>
    <w:rsid w:val="003108AC"/>
    <w:rsid w:val="00311185"/>
    <w:rsid w:val="00311E94"/>
    <w:rsid w:val="003162B8"/>
    <w:rsid w:val="00317A6A"/>
    <w:rsid w:val="0033023A"/>
    <w:rsid w:val="00332658"/>
    <w:rsid w:val="003331D1"/>
    <w:rsid w:val="003341B5"/>
    <w:rsid w:val="003341CD"/>
    <w:rsid w:val="003423BD"/>
    <w:rsid w:val="00343336"/>
    <w:rsid w:val="003471DB"/>
    <w:rsid w:val="003472C6"/>
    <w:rsid w:val="00347B1A"/>
    <w:rsid w:val="00350454"/>
    <w:rsid w:val="00351AAE"/>
    <w:rsid w:val="00351BC6"/>
    <w:rsid w:val="00355A0C"/>
    <w:rsid w:val="0035695F"/>
    <w:rsid w:val="0035778C"/>
    <w:rsid w:val="00360236"/>
    <w:rsid w:val="003606BD"/>
    <w:rsid w:val="0036163E"/>
    <w:rsid w:val="00364478"/>
    <w:rsid w:val="00364BF5"/>
    <w:rsid w:val="00365DC4"/>
    <w:rsid w:val="00372B8F"/>
    <w:rsid w:val="003750F3"/>
    <w:rsid w:val="00385C4A"/>
    <w:rsid w:val="0039022F"/>
    <w:rsid w:val="00390B62"/>
    <w:rsid w:val="00390F5E"/>
    <w:rsid w:val="003930A7"/>
    <w:rsid w:val="00394E94"/>
    <w:rsid w:val="0039539B"/>
    <w:rsid w:val="00395D64"/>
    <w:rsid w:val="003A070C"/>
    <w:rsid w:val="003A25A7"/>
    <w:rsid w:val="003A2CF9"/>
    <w:rsid w:val="003A3309"/>
    <w:rsid w:val="003A3385"/>
    <w:rsid w:val="003A67B4"/>
    <w:rsid w:val="003A6BF8"/>
    <w:rsid w:val="003A79CE"/>
    <w:rsid w:val="003A7BCE"/>
    <w:rsid w:val="003A7EBE"/>
    <w:rsid w:val="003B2159"/>
    <w:rsid w:val="003B2E25"/>
    <w:rsid w:val="003B6529"/>
    <w:rsid w:val="003C0F30"/>
    <w:rsid w:val="003C502B"/>
    <w:rsid w:val="003C73D2"/>
    <w:rsid w:val="003C75D2"/>
    <w:rsid w:val="003D24C7"/>
    <w:rsid w:val="003D26BC"/>
    <w:rsid w:val="003D3B68"/>
    <w:rsid w:val="003D5645"/>
    <w:rsid w:val="003D6A1D"/>
    <w:rsid w:val="003E0BA4"/>
    <w:rsid w:val="003E3F50"/>
    <w:rsid w:val="003E5528"/>
    <w:rsid w:val="003E60A5"/>
    <w:rsid w:val="003F0A6D"/>
    <w:rsid w:val="003F392B"/>
    <w:rsid w:val="003F4D3D"/>
    <w:rsid w:val="00400BAE"/>
    <w:rsid w:val="00400CD3"/>
    <w:rsid w:val="004028F1"/>
    <w:rsid w:val="00406C8B"/>
    <w:rsid w:val="00406CB8"/>
    <w:rsid w:val="00407FB9"/>
    <w:rsid w:val="00412A37"/>
    <w:rsid w:val="004138CB"/>
    <w:rsid w:val="00413EC1"/>
    <w:rsid w:val="00417190"/>
    <w:rsid w:val="0041779C"/>
    <w:rsid w:val="00421FB2"/>
    <w:rsid w:val="004240CD"/>
    <w:rsid w:val="00425413"/>
    <w:rsid w:val="00425DAA"/>
    <w:rsid w:val="0042730E"/>
    <w:rsid w:val="00427F93"/>
    <w:rsid w:val="00430E06"/>
    <w:rsid w:val="00432DCE"/>
    <w:rsid w:val="00436137"/>
    <w:rsid w:val="00436D8B"/>
    <w:rsid w:val="00441119"/>
    <w:rsid w:val="004432DC"/>
    <w:rsid w:val="00444C69"/>
    <w:rsid w:val="0045007B"/>
    <w:rsid w:val="0045234C"/>
    <w:rsid w:val="004544A4"/>
    <w:rsid w:val="004553D8"/>
    <w:rsid w:val="00460D12"/>
    <w:rsid w:val="0046212A"/>
    <w:rsid w:val="00466D27"/>
    <w:rsid w:val="004676EC"/>
    <w:rsid w:val="00471DCD"/>
    <w:rsid w:val="004747AA"/>
    <w:rsid w:val="00476602"/>
    <w:rsid w:val="0048187B"/>
    <w:rsid w:val="00481E48"/>
    <w:rsid w:val="00482C6B"/>
    <w:rsid w:val="00486AF5"/>
    <w:rsid w:val="00492C2E"/>
    <w:rsid w:val="004963A0"/>
    <w:rsid w:val="00496F30"/>
    <w:rsid w:val="00497B51"/>
    <w:rsid w:val="004A11A2"/>
    <w:rsid w:val="004A2F03"/>
    <w:rsid w:val="004A651A"/>
    <w:rsid w:val="004B406F"/>
    <w:rsid w:val="004B6661"/>
    <w:rsid w:val="004B7558"/>
    <w:rsid w:val="004C09B9"/>
    <w:rsid w:val="004C3657"/>
    <w:rsid w:val="004C4F08"/>
    <w:rsid w:val="004D2690"/>
    <w:rsid w:val="004D51AE"/>
    <w:rsid w:val="004D64A8"/>
    <w:rsid w:val="004D66A8"/>
    <w:rsid w:val="004E0FC8"/>
    <w:rsid w:val="004E3C1B"/>
    <w:rsid w:val="004E5136"/>
    <w:rsid w:val="004E5767"/>
    <w:rsid w:val="004F415F"/>
    <w:rsid w:val="004F44E4"/>
    <w:rsid w:val="004F5281"/>
    <w:rsid w:val="004F5564"/>
    <w:rsid w:val="004F5A58"/>
    <w:rsid w:val="005004FA"/>
    <w:rsid w:val="0050422C"/>
    <w:rsid w:val="00505EC3"/>
    <w:rsid w:val="005060EF"/>
    <w:rsid w:val="00506815"/>
    <w:rsid w:val="005102F8"/>
    <w:rsid w:val="0051049C"/>
    <w:rsid w:val="005120B4"/>
    <w:rsid w:val="00512D29"/>
    <w:rsid w:val="00514F8B"/>
    <w:rsid w:val="00516760"/>
    <w:rsid w:val="00517A0F"/>
    <w:rsid w:val="005200BC"/>
    <w:rsid w:val="005212EC"/>
    <w:rsid w:val="00524DDA"/>
    <w:rsid w:val="00530513"/>
    <w:rsid w:val="00533804"/>
    <w:rsid w:val="0054086F"/>
    <w:rsid w:val="00541414"/>
    <w:rsid w:val="00543D45"/>
    <w:rsid w:val="00546A20"/>
    <w:rsid w:val="0054730A"/>
    <w:rsid w:val="00555152"/>
    <w:rsid w:val="005566A7"/>
    <w:rsid w:val="0055732F"/>
    <w:rsid w:val="00557962"/>
    <w:rsid w:val="00557CC8"/>
    <w:rsid w:val="00557DE3"/>
    <w:rsid w:val="00562908"/>
    <w:rsid w:val="00562E91"/>
    <w:rsid w:val="005631F2"/>
    <w:rsid w:val="00564911"/>
    <w:rsid w:val="005664D9"/>
    <w:rsid w:val="00570B6A"/>
    <w:rsid w:val="00573023"/>
    <w:rsid w:val="0057382C"/>
    <w:rsid w:val="00576A39"/>
    <w:rsid w:val="005836B6"/>
    <w:rsid w:val="00585946"/>
    <w:rsid w:val="0058755B"/>
    <w:rsid w:val="00594E8F"/>
    <w:rsid w:val="005964BC"/>
    <w:rsid w:val="005A0CEE"/>
    <w:rsid w:val="005A257B"/>
    <w:rsid w:val="005A351A"/>
    <w:rsid w:val="005A5845"/>
    <w:rsid w:val="005A5B96"/>
    <w:rsid w:val="005A5BDA"/>
    <w:rsid w:val="005A5D5C"/>
    <w:rsid w:val="005A7A8C"/>
    <w:rsid w:val="005B4463"/>
    <w:rsid w:val="005B5732"/>
    <w:rsid w:val="005B7877"/>
    <w:rsid w:val="005C07F3"/>
    <w:rsid w:val="005C2BDF"/>
    <w:rsid w:val="005C5633"/>
    <w:rsid w:val="005C5A35"/>
    <w:rsid w:val="005C725A"/>
    <w:rsid w:val="005C737E"/>
    <w:rsid w:val="005C7F4F"/>
    <w:rsid w:val="005D0B91"/>
    <w:rsid w:val="005D3323"/>
    <w:rsid w:val="005D3DF2"/>
    <w:rsid w:val="005D4ABA"/>
    <w:rsid w:val="005D61E5"/>
    <w:rsid w:val="005E0442"/>
    <w:rsid w:val="005E14F1"/>
    <w:rsid w:val="005E3080"/>
    <w:rsid w:val="005E4CDB"/>
    <w:rsid w:val="005E64B2"/>
    <w:rsid w:val="005E681A"/>
    <w:rsid w:val="005E7201"/>
    <w:rsid w:val="005F1707"/>
    <w:rsid w:val="005F2A3F"/>
    <w:rsid w:val="006030EF"/>
    <w:rsid w:val="006039F6"/>
    <w:rsid w:val="00606806"/>
    <w:rsid w:val="00606E9D"/>
    <w:rsid w:val="0061085F"/>
    <w:rsid w:val="0061606F"/>
    <w:rsid w:val="0062173F"/>
    <w:rsid w:val="006237B0"/>
    <w:rsid w:val="00624EC9"/>
    <w:rsid w:val="006264A5"/>
    <w:rsid w:val="00626E38"/>
    <w:rsid w:val="00630326"/>
    <w:rsid w:val="006339CA"/>
    <w:rsid w:val="00643A5D"/>
    <w:rsid w:val="00644293"/>
    <w:rsid w:val="00646EBE"/>
    <w:rsid w:val="00650A24"/>
    <w:rsid w:val="0065277A"/>
    <w:rsid w:val="00654964"/>
    <w:rsid w:val="00656A39"/>
    <w:rsid w:val="0066170E"/>
    <w:rsid w:val="00663240"/>
    <w:rsid w:val="0066427D"/>
    <w:rsid w:val="006657D3"/>
    <w:rsid w:val="006661F3"/>
    <w:rsid w:val="006679A8"/>
    <w:rsid w:val="00670A4D"/>
    <w:rsid w:val="006725F9"/>
    <w:rsid w:val="00672AE2"/>
    <w:rsid w:val="006740A2"/>
    <w:rsid w:val="00676C49"/>
    <w:rsid w:val="0067752E"/>
    <w:rsid w:val="006806AE"/>
    <w:rsid w:val="0068367C"/>
    <w:rsid w:val="00683FF0"/>
    <w:rsid w:val="00690EB8"/>
    <w:rsid w:val="00694939"/>
    <w:rsid w:val="00696D0D"/>
    <w:rsid w:val="006A6472"/>
    <w:rsid w:val="006A70DD"/>
    <w:rsid w:val="006A7602"/>
    <w:rsid w:val="006B106A"/>
    <w:rsid w:val="006B290C"/>
    <w:rsid w:val="006B5912"/>
    <w:rsid w:val="006B5E31"/>
    <w:rsid w:val="006B5F9C"/>
    <w:rsid w:val="006B6574"/>
    <w:rsid w:val="006C0414"/>
    <w:rsid w:val="006C073F"/>
    <w:rsid w:val="006C1EE4"/>
    <w:rsid w:val="006C6FA9"/>
    <w:rsid w:val="006C7780"/>
    <w:rsid w:val="006D2B82"/>
    <w:rsid w:val="006D3E7E"/>
    <w:rsid w:val="006D4202"/>
    <w:rsid w:val="006D48DB"/>
    <w:rsid w:val="006E54FF"/>
    <w:rsid w:val="006E58DF"/>
    <w:rsid w:val="006E68C4"/>
    <w:rsid w:val="006E7560"/>
    <w:rsid w:val="006F02CB"/>
    <w:rsid w:val="006F1919"/>
    <w:rsid w:val="006F4F79"/>
    <w:rsid w:val="006F502B"/>
    <w:rsid w:val="006F6690"/>
    <w:rsid w:val="00703EFB"/>
    <w:rsid w:val="007040D5"/>
    <w:rsid w:val="00704E6D"/>
    <w:rsid w:val="007053CE"/>
    <w:rsid w:val="007055EB"/>
    <w:rsid w:val="00711477"/>
    <w:rsid w:val="00714459"/>
    <w:rsid w:val="00714ED9"/>
    <w:rsid w:val="00715536"/>
    <w:rsid w:val="00717CB4"/>
    <w:rsid w:val="00720164"/>
    <w:rsid w:val="007223C3"/>
    <w:rsid w:val="0072288B"/>
    <w:rsid w:val="007245DB"/>
    <w:rsid w:val="007248A0"/>
    <w:rsid w:val="007249A8"/>
    <w:rsid w:val="0072672E"/>
    <w:rsid w:val="00726C75"/>
    <w:rsid w:val="007375EB"/>
    <w:rsid w:val="00743459"/>
    <w:rsid w:val="00743C1C"/>
    <w:rsid w:val="00745EC6"/>
    <w:rsid w:val="00745F21"/>
    <w:rsid w:val="00747147"/>
    <w:rsid w:val="00750194"/>
    <w:rsid w:val="007503FA"/>
    <w:rsid w:val="00750789"/>
    <w:rsid w:val="00750FA9"/>
    <w:rsid w:val="007511CC"/>
    <w:rsid w:val="007533AA"/>
    <w:rsid w:val="007543CB"/>
    <w:rsid w:val="00755E60"/>
    <w:rsid w:val="00761679"/>
    <w:rsid w:val="00761851"/>
    <w:rsid w:val="007644EF"/>
    <w:rsid w:val="00764E64"/>
    <w:rsid w:val="007657F8"/>
    <w:rsid w:val="007669B1"/>
    <w:rsid w:val="00767BCB"/>
    <w:rsid w:val="00770BDF"/>
    <w:rsid w:val="007754A9"/>
    <w:rsid w:val="007756EE"/>
    <w:rsid w:val="00776178"/>
    <w:rsid w:val="00776CEC"/>
    <w:rsid w:val="00780E11"/>
    <w:rsid w:val="0078276C"/>
    <w:rsid w:val="00784BAF"/>
    <w:rsid w:val="00785F09"/>
    <w:rsid w:val="00786298"/>
    <w:rsid w:val="007878A8"/>
    <w:rsid w:val="007904AC"/>
    <w:rsid w:val="00791F5B"/>
    <w:rsid w:val="0079265B"/>
    <w:rsid w:val="0079524E"/>
    <w:rsid w:val="007953D0"/>
    <w:rsid w:val="00795ECB"/>
    <w:rsid w:val="00796381"/>
    <w:rsid w:val="007A0921"/>
    <w:rsid w:val="007A1ED5"/>
    <w:rsid w:val="007A2FFD"/>
    <w:rsid w:val="007A6F80"/>
    <w:rsid w:val="007A79A8"/>
    <w:rsid w:val="007B0738"/>
    <w:rsid w:val="007B2940"/>
    <w:rsid w:val="007B553F"/>
    <w:rsid w:val="007B74FA"/>
    <w:rsid w:val="007B7DFD"/>
    <w:rsid w:val="007C062A"/>
    <w:rsid w:val="007C28A0"/>
    <w:rsid w:val="007C45DA"/>
    <w:rsid w:val="007C6349"/>
    <w:rsid w:val="007C7BF5"/>
    <w:rsid w:val="007D2E62"/>
    <w:rsid w:val="007D5829"/>
    <w:rsid w:val="007D6305"/>
    <w:rsid w:val="007D6F59"/>
    <w:rsid w:val="007E33BA"/>
    <w:rsid w:val="007E471A"/>
    <w:rsid w:val="007F0A81"/>
    <w:rsid w:val="007F1358"/>
    <w:rsid w:val="007F15B6"/>
    <w:rsid w:val="007F3E6C"/>
    <w:rsid w:val="007F729B"/>
    <w:rsid w:val="008069A7"/>
    <w:rsid w:val="00806A09"/>
    <w:rsid w:val="00807B21"/>
    <w:rsid w:val="00811DB1"/>
    <w:rsid w:val="00811F8F"/>
    <w:rsid w:val="00816D34"/>
    <w:rsid w:val="00820C04"/>
    <w:rsid w:val="00820E36"/>
    <w:rsid w:val="00821A31"/>
    <w:rsid w:val="00822AEF"/>
    <w:rsid w:val="00822DD9"/>
    <w:rsid w:val="00825977"/>
    <w:rsid w:val="008314E6"/>
    <w:rsid w:val="00835FF2"/>
    <w:rsid w:val="008420D5"/>
    <w:rsid w:val="00843077"/>
    <w:rsid w:val="00843817"/>
    <w:rsid w:val="008469D2"/>
    <w:rsid w:val="008509F4"/>
    <w:rsid w:val="00854F91"/>
    <w:rsid w:val="0085574D"/>
    <w:rsid w:val="008561D8"/>
    <w:rsid w:val="008568C4"/>
    <w:rsid w:val="0085788B"/>
    <w:rsid w:val="00861B4B"/>
    <w:rsid w:val="0086279F"/>
    <w:rsid w:val="00867043"/>
    <w:rsid w:val="00870A35"/>
    <w:rsid w:val="00870B0E"/>
    <w:rsid w:val="0087138E"/>
    <w:rsid w:val="0087514F"/>
    <w:rsid w:val="00875A39"/>
    <w:rsid w:val="00877556"/>
    <w:rsid w:val="00880388"/>
    <w:rsid w:val="0088473B"/>
    <w:rsid w:val="00885F6B"/>
    <w:rsid w:val="00890AA8"/>
    <w:rsid w:val="00893B83"/>
    <w:rsid w:val="008976F2"/>
    <w:rsid w:val="008A1F53"/>
    <w:rsid w:val="008A309A"/>
    <w:rsid w:val="008A33C7"/>
    <w:rsid w:val="008A3C34"/>
    <w:rsid w:val="008B35CF"/>
    <w:rsid w:val="008B695E"/>
    <w:rsid w:val="008B760D"/>
    <w:rsid w:val="008B7C51"/>
    <w:rsid w:val="008C0FA0"/>
    <w:rsid w:val="008C215A"/>
    <w:rsid w:val="008C62B8"/>
    <w:rsid w:val="008C72AF"/>
    <w:rsid w:val="008C7C0C"/>
    <w:rsid w:val="008E1628"/>
    <w:rsid w:val="008E3812"/>
    <w:rsid w:val="008E669D"/>
    <w:rsid w:val="008F5ADA"/>
    <w:rsid w:val="008F5FBE"/>
    <w:rsid w:val="00902510"/>
    <w:rsid w:val="0090440D"/>
    <w:rsid w:val="00905B14"/>
    <w:rsid w:val="00906FBF"/>
    <w:rsid w:val="00907F06"/>
    <w:rsid w:val="0092175B"/>
    <w:rsid w:val="0092322C"/>
    <w:rsid w:val="009233FE"/>
    <w:rsid w:val="00924B06"/>
    <w:rsid w:val="00932DF7"/>
    <w:rsid w:val="00937036"/>
    <w:rsid w:val="009472B7"/>
    <w:rsid w:val="0095043C"/>
    <w:rsid w:val="00950B1E"/>
    <w:rsid w:val="009512B0"/>
    <w:rsid w:val="00954592"/>
    <w:rsid w:val="00956B89"/>
    <w:rsid w:val="00956CBD"/>
    <w:rsid w:val="00957ACE"/>
    <w:rsid w:val="00957DD3"/>
    <w:rsid w:val="00962407"/>
    <w:rsid w:val="00962E12"/>
    <w:rsid w:val="009665B4"/>
    <w:rsid w:val="00970B18"/>
    <w:rsid w:val="00977254"/>
    <w:rsid w:val="00980921"/>
    <w:rsid w:val="009864AF"/>
    <w:rsid w:val="009876ED"/>
    <w:rsid w:val="00987C71"/>
    <w:rsid w:val="009A05A1"/>
    <w:rsid w:val="009A1D39"/>
    <w:rsid w:val="009A2CA1"/>
    <w:rsid w:val="009A2FF9"/>
    <w:rsid w:val="009A42F2"/>
    <w:rsid w:val="009A5705"/>
    <w:rsid w:val="009B203E"/>
    <w:rsid w:val="009B20C5"/>
    <w:rsid w:val="009B272E"/>
    <w:rsid w:val="009B348C"/>
    <w:rsid w:val="009B5D8B"/>
    <w:rsid w:val="009B5F5D"/>
    <w:rsid w:val="009C2FBB"/>
    <w:rsid w:val="009D113D"/>
    <w:rsid w:val="009D2A1D"/>
    <w:rsid w:val="009D2EFF"/>
    <w:rsid w:val="009D3055"/>
    <w:rsid w:val="009D43EA"/>
    <w:rsid w:val="009D4661"/>
    <w:rsid w:val="009D5432"/>
    <w:rsid w:val="009D5DCE"/>
    <w:rsid w:val="009D7DF6"/>
    <w:rsid w:val="009D7EB0"/>
    <w:rsid w:val="009E1A3A"/>
    <w:rsid w:val="009E1C3E"/>
    <w:rsid w:val="009E738F"/>
    <w:rsid w:val="009F14D3"/>
    <w:rsid w:val="009F45AE"/>
    <w:rsid w:val="009F5945"/>
    <w:rsid w:val="009F6C2C"/>
    <w:rsid w:val="00A00150"/>
    <w:rsid w:val="00A0015A"/>
    <w:rsid w:val="00A00B53"/>
    <w:rsid w:val="00A041BC"/>
    <w:rsid w:val="00A05902"/>
    <w:rsid w:val="00A066B3"/>
    <w:rsid w:val="00A066C5"/>
    <w:rsid w:val="00A1181B"/>
    <w:rsid w:val="00A149FD"/>
    <w:rsid w:val="00A14FDA"/>
    <w:rsid w:val="00A15A52"/>
    <w:rsid w:val="00A15AE5"/>
    <w:rsid w:val="00A172C7"/>
    <w:rsid w:val="00A232DE"/>
    <w:rsid w:val="00A254DB"/>
    <w:rsid w:val="00A25BF7"/>
    <w:rsid w:val="00A30962"/>
    <w:rsid w:val="00A32247"/>
    <w:rsid w:val="00A32509"/>
    <w:rsid w:val="00A343F1"/>
    <w:rsid w:val="00A37425"/>
    <w:rsid w:val="00A37B0D"/>
    <w:rsid w:val="00A37C9B"/>
    <w:rsid w:val="00A411E8"/>
    <w:rsid w:val="00A41925"/>
    <w:rsid w:val="00A42886"/>
    <w:rsid w:val="00A462DD"/>
    <w:rsid w:val="00A46A0D"/>
    <w:rsid w:val="00A470AF"/>
    <w:rsid w:val="00A47988"/>
    <w:rsid w:val="00A51CF3"/>
    <w:rsid w:val="00A51ECD"/>
    <w:rsid w:val="00A52EBD"/>
    <w:rsid w:val="00A55502"/>
    <w:rsid w:val="00A55E32"/>
    <w:rsid w:val="00A621EF"/>
    <w:rsid w:val="00A6510C"/>
    <w:rsid w:val="00A66171"/>
    <w:rsid w:val="00A66EB2"/>
    <w:rsid w:val="00A70422"/>
    <w:rsid w:val="00A706CE"/>
    <w:rsid w:val="00A70AFA"/>
    <w:rsid w:val="00A713C1"/>
    <w:rsid w:val="00A71BA9"/>
    <w:rsid w:val="00A728E1"/>
    <w:rsid w:val="00A73A24"/>
    <w:rsid w:val="00A8372B"/>
    <w:rsid w:val="00A83C18"/>
    <w:rsid w:val="00A87A01"/>
    <w:rsid w:val="00A94611"/>
    <w:rsid w:val="00A96F1F"/>
    <w:rsid w:val="00AA0F66"/>
    <w:rsid w:val="00AA243F"/>
    <w:rsid w:val="00AA2D41"/>
    <w:rsid w:val="00AA3511"/>
    <w:rsid w:val="00AA4556"/>
    <w:rsid w:val="00AA53F7"/>
    <w:rsid w:val="00AA5664"/>
    <w:rsid w:val="00AA6DE4"/>
    <w:rsid w:val="00AB18C2"/>
    <w:rsid w:val="00AB1C1D"/>
    <w:rsid w:val="00AB336C"/>
    <w:rsid w:val="00AB4828"/>
    <w:rsid w:val="00AB513A"/>
    <w:rsid w:val="00AB7D62"/>
    <w:rsid w:val="00AC0F86"/>
    <w:rsid w:val="00AC1144"/>
    <w:rsid w:val="00AC1784"/>
    <w:rsid w:val="00AC240A"/>
    <w:rsid w:val="00AC3895"/>
    <w:rsid w:val="00AC4611"/>
    <w:rsid w:val="00AC5988"/>
    <w:rsid w:val="00AC6096"/>
    <w:rsid w:val="00AC6E0C"/>
    <w:rsid w:val="00AC7A24"/>
    <w:rsid w:val="00AD3686"/>
    <w:rsid w:val="00AD3B31"/>
    <w:rsid w:val="00AD75DA"/>
    <w:rsid w:val="00AD7888"/>
    <w:rsid w:val="00AD79BB"/>
    <w:rsid w:val="00AD7E88"/>
    <w:rsid w:val="00AE3984"/>
    <w:rsid w:val="00AE4915"/>
    <w:rsid w:val="00AE749B"/>
    <w:rsid w:val="00AE7BD6"/>
    <w:rsid w:val="00AF037C"/>
    <w:rsid w:val="00AF422B"/>
    <w:rsid w:val="00B0168C"/>
    <w:rsid w:val="00B03213"/>
    <w:rsid w:val="00B05E9D"/>
    <w:rsid w:val="00B06735"/>
    <w:rsid w:val="00B12FEA"/>
    <w:rsid w:val="00B15C8E"/>
    <w:rsid w:val="00B219E0"/>
    <w:rsid w:val="00B22698"/>
    <w:rsid w:val="00B23EA6"/>
    <w:rsid w:val="00B24758"/>
    <w:rsid w:val="00B24A45"/>
    <w:rsid w:val="00B26540"/>
    <w:rsid w:val="00B26604"/>
    <w:rsid w:val="00B26636"/>
    <w:rsid w:val="00B26CEF"/>
    <w:rsid w:val="00B27D25"/>
    <w:rsid w:val="00B326C5"/>
    <w:rsid w:val="00B33AA5"/>
    <w:rsid w:val="00B35599"/>
    <w:rsid w:val="00B3658D"/>
    <w:rsid w:val="00B37DDC"/>
    <w:rsid w:val="00B40AF1"/>
    <w:rsid w:val="00B42D6F"/>
    <w:rsid w:val="00B44AB1"/>
    <w:rsid w:val="00B44F10"/>
    <w:rsid w:val="00B47081"/>
    <w:rsid w:val="00B47DC5"/>
    <w:rsid w:val="00B50668"/>
    <w:rsid w:val="00B51C9B"/>
    <w:rsid w:val="00B51EFF"/>
    <w:rsid w:val="00B53E0A"/>
    <w:rsid w:val="00B54521"/>
    <w:rsid w:val="00B55097"/>
    <w:rsid w:val="00B6502A"/>
    <w:rsid w:val="00B654A9"/>
    <w:rsid w:val="00B70747"/>
    <w:rsid w:val="00B734F5"/>
    <w:rsid w:val="00B765EA"/>
    <w:rsid w:val="00B772CD"/>
    <w:rsid w:val="00B81710"/>
    <w:rsid w:val="00B8173D"/>
    <w:rsid w:val="00B86AA1"/>
    <w:rsid w:val="00B86DF1"/>
    <w:rsid w:val="00B87FB1"/>
    <w:rsid w:val="00B9106C"/>
    <w:rsid w:val="00B91571"/>
    <w:rsid w:val="00B918A3"/>
    <w:rsid w:val="00B92154"/>
    <w:rsid w:val="00B92B77"/>
    <w:rsid w:val="00B94E10"/>
    <w:rsid w:val="00BA43F2"/>
    <w:rsid w:val="00BB0395"/>
    <w:rsid w:val="00BB18C2"/>
    <w:rsid w:val="00BB2803"/>
    <w:rsid w:val="00BB6815"/>
    <w:rsid w:val="00BC6BA0"/>
    <w:rsid w:val="00BC7AEA"/>
    <w:rsid w:val="00BD3753"/>
    <w:rsid w:val="00BD58DB"/>
    <w:rsid w:val="00BD66B3"/>
    <w:rsid w:val="00BE000F"/>
    <w:rsid w:val="00BE0B87"/>
    <w:rsid w:val="00BE1E2D"/>
    <w:rsid w:val="00BE27A1"/>
    <w:rsid w:val="00BE28C1"/>
    <w:rsid w:val="00BE4E56"/>
    <w:rsid w:val="00BF1555"/>
    <w:rsid w:val="00BF1B42"/>
    <w:rsid w:val="00BF2C75"/>
    <w:rsid w:val="00C00705"/>
    <w:rsid w:val="00C079FD"/>
    <w:rsid w:val="00C111B4"/>
    <w:rsid w:val="00C1321F"/>
    <w:rsid w:val="00C17664"/>
    <w:rsid w:val="00C208BC"/>
    <w:rsid w:val="00C23AEA"/>
    <w:rsid w:val="00C24091"/>
    <w:rsid w:val="00C253D4"/>
    <w:rsid w:val="00C26296"/>
    <w:rsid w:val="00C271CC"/>
    <w:rsid w:val="00C33905"/>
    <w:rsid w:val="00C363BA"/>
    <w:rsid w:val="00C40A53"/>
    <w:rsid w:val="00C40D41"/>
    <w:rsid w:val="00C41AC5"/>
    <w:rsid w:val="00C42446"/>
    <w:rsid w:val="00C439FE"/>
    <w:rsid w:val="00C44087"/>
    <w:rsid w:val="00C50A61"/>
    <w:rsid w:val="00C51111"/>
    <w:rsid w:val="00C51329"/>
    <w:rsid w:val="00C52E65"/>
    <w:rsid w:val="00C52EC9"/>
    <w:rsid w:val="00C53DBB"/>
    <w:rsid w:val="00C61160"/>
    <w:rsid w:val="00C64DB9"/>
    <w:rsid w:val="00C66E9D"/>
    <w:rsid w:val="00C66EE9"/>
    <w:rsid w:val="00C6772F"/>
    <w:rsid w:val="00C701D6"/>
    <w:rsid w:val="00C73678"/>
    <w:rsid w:val="00C76744"/>
    <w:rsid w:val="00C77C9D"/>
    <w:rsid w:val="00C81815"/>
    <w:rsid w:val="00C8394A"/>
    <w:rsid w:val="00C869B9"/>
    <w:rsid w:val="00C90A3E"/>
    <w:rsid w:val="00C92299"/>
    <w:rsid w:val="00C92772"/>
    <w:rsid w:val="00C92E59"/>
    <w:rsid w:val="00C9459B"/>
    <w:rsid w:val="00CA1873"/>
    <w:rsid w:val="00CA238E"/>
    <w:rsid w:val="00CA2D39"/>
    <w:rsid w:val="00CA39C4"/>
    <w:rsid w:val="00CA5740"/>
    <w:rsid w:val="00CB0AB3"/>
    <w:rsid w:val="00CB32DE"/>
    <w:rsid w:val="00CB552E"/>
    <w:rsid w:val="00CB5CFA"/>
    <w:rsid w:val="00CC0D46"/>
    <w:rsid w:val="00CC1782"/>
    <w:rsid w:val="00CC200C"/>
    <w:rsid w:val="00CC334D"/>
    <w:rsid w:val="00CC4E01"/>
    <w:rsid w:val="00CC62E4"/>
    <w:rsid w:val="00CD1F75"/>
    <w:rsid w:val="00CD2263"/>
    <w:rsid w:val="00CD30B2"/>
    <w:rsid w:val="00CD52E6"/>
    <w:rsid w:val="00CE272A"/>
    <w:rsid w:val="00CE2E46"/>
    <w:rsid w:val="00CE523F"/>
    <w:rsid w:val="00CF1D31"/>
    <w:rsid w:val="00CF2A82"/>
    <w:rsid w:val="00CF70A5"/>
    <w:rsid w:val="00D03F21"/>
    <w:rsid w:val="00D06B31"/>
    <w:rsid w:val="00D07132"/>
    <w:rsid w:val="00D12D7C"/>
    <w:rsid w:val="00D166B2"/>
    <w:rsid w:val="00D179FB"/>
    <w:rsid w:val="00D219BB"/>
    <w:rsid w:val="00D22767"/>
    <w:rsid w:val="00D23BDA"/>
    <w:rsid w:val="00D26B87"/>
    <w:rsid w:val="00D271AB"/>
    <w:rsid w:val="00D272B5"/>
    <w:rsid w:val="00D305C1"/>
    <w:rsid w:val="00D404BF"/>
    <w:rsid w:val="00D40B70"/>
    <w:rsid w:val="00D41B09"/>
    <w:rsid w:val="00D420A3"/>
    <w:rsid w:val="00D42795"/>
    <w:rsid w:val="00D42A7E"/>
    <w:rsid w:val="00D42D60"/>
    <w:rsid w:val="00D44955"/>
    <w:rsid w:val="00D50D71"/>
    <w:rsid w:val="00D51C65"/>
    <w:rsid w:val="00D52360"/>
    <w:rsid w:val="00D66E5E"/>
    <w:rsid w:val="00D70001"/>
    <w:rsid w:val="00D7130E"/>
    <w:rsid w:val="00D75AD9"/>
    <w:rsid w:val="00D81A15"/>
    <w:rsid w:val="00D945BB"/>
    <w:rsid w:val="00D9772C"/>
    <w:rsid w:val="00D97889"/>
    <w:rsid w:val="00DA0BD8"/>
    <w:rsid w:val="00DA0E70"/>
    <w:rsid w:val="00DA1843"/>
    <w:rsid w:val="00DA2FBC"/>
    <w:rsid w:val="00DA37EB"/>
    <w:rsid w:val="00DA4F6A"/>
    <w:rsid w:val="00DA62D0"/>
    <w:rsid w:val="00DA690B"/>
    <w:rsid w:val="00DB060A"/>
    <w:rsid w:val="00DB2522"/>
    <w:rsid w:val="00DB7244"/>
    <w:rsid w:val="00DC1B1A"/>
    <w:rsid w:val="00DC30AC"/>
    <w:rsid w:val="00DC5C0A"/>
    <w:rsid w:val="00DC6094"/>
    <w:rsid w:val="00DC6C1F"/>
    <w:rsid w:val="00DC7554"/>
    <w:rsid w:val="00DC78F8"/>
    <w:rsid w:val="00DD03A9"/>
    <w:rsid w:val="00DD3624"/>
    <w:rsid w:val="00DD3703"/>
    <w:rsid w:val="00DD44D7"/>
    <w:rsid w:val="00DD6729"/>
    <w:rsid w:val="00DD7ED4"/>
    <w:rsid w:val="00DE025A"/>
    <w:rsid w:val="00DE1473"/>
    <w:rsid w:val="00DE228B"/>
    <w:rsid w:val="00DE4441"/>
    <w:rsid w:val="00DE546F"/>
    <w:rsid w:val="00DE5646"/>
    <w:rsid w:val="00DE614D"/>
    <w:rsid w:val="00DE727B"/>
    <w:rsid w:val="00DE785A"/>
    <w:rsid w:val="00DF2C24"/>
    <w:rsid w:val="00DF6414"/>
    <w:rsid w:val="00DF7388"/>
    <w:rsid w:val="00E02604"/>
    <w:rsid w:val="00E028A0"/>
    <w:rsid w:val="00E02F75"/>
    <w:rsid w:val="00E062D8"/>
    <w:rsid w:val="00E078A7"/>
    <w:rsid w:val="00E13428"/>
    <w:rsid w:val="00E14603"/>
    <w:rsid w:val="00E15819"/>
    <w:rsid w:val="00E20050"/>
    <w:rsid w:val="00E21AA0"/>
    <w:rsid w:val="00E25012"/>
    <w:rsid w:val="00E270A6"/>
    <w:rsid w:val="00E30295"/>
    <w:rsid w:val="00E339A5"/>
    <w:rsid w:val="00E33A6F"/>
    <w:rsid w:val="00E42BC5"/>
    <w:rsid w:val="00E42D41"/>
    <w:rsid w:val="00E432DD"/>
    <w:rsid w:val="00E43EB3"/>
    <w:rsid w:val="00E442BB"/>
    <w:rsid w:val="00E44A05"/>
    <w:rsid w:val="00E46368"/>
    <w:rsid w:val="00E55E06"/>
    <w:rsid w:val="00E578A0"/>
    <w:rsid w:val="00E60B31"/>
    <w:rsid w:val="00E60EE5"/>
    <w:rsid w:val="00E61715"/>
    <w:rsid w:val="00E619D2"/>
    <w:rsid w:val="00E61BBB"/>
    <w:rsid w:val="00E632A4"/>
    <w:rsid w:val="00E642D8"/>
    <w:rsid w:val="00E647FA"/>
    <w:rsid w:val="00E663FE"/>
    <w:rsid w:val="00E67EB6"/>
    <w:rsid w:val="00E7072C"/>
    <w:rsid w:val="00E717EB"/>
    <w:rsid w:val="00E76AC8"/>
    <w:rsid w:val="00E80F72"/>
    <w:rsid w:val="00E81AEC"/>
    <w:rsid w:val="00E82FC7"/>
    <w:rsid w:val="00E8319E"/>
    <w:rsid w:val="00E83D3A"/>
    <w:rsid w:val="00E8695E"/>
    <w:rsid w:val="00E92F04"/>
    <w:rsid w:val="00E93083"/>
    <w:rsid w:val="00E959A9"/>
    <w:rsid w:val="00E96E31"/>
    <w:rsid w:val="00EA1482"/>
    <w:rsid w:val="00EA23C5"/>
    <w:rsid w:val="00EA2622"/>
    <w:rsid w:val="00EA58BC"/>
    <w:rsid w:val="00EB3626"/>
    <w:rsid w:val="00EB40BF"/>
    <w:rsid w:val="00EB416E"/>
    <w:rsid w:val="00EB568D"/>
    <w:rsid w:val="00EC1C91"/>
    <w:rsid w:val="00EC5354"/>
    <w:rsid w:val="00EC7C9F"/>
    <w:rsid w:val="00ED540C"/>
    <w:rsid w:val="00ED6FDA"/>
    <w:rsid w:val="00EE4E0A"/>
    <w:rsid w:val="00EF04F9"/>
    <w:rsid w:val="00EF139D"/>
    <w:rsid w:val="00EF290E"/>
    <w:rsid w:val="00EF2CB2"/>
    <w:rsid w:val="00EF3A4B"/>
    <w:rsid w:val="00EF4AB7"/>
    <w:rsid w:val="00EF54C8"/>
    <w:rsid w:val="00EF664A"/>
    <w:rsid w:val="00EF77B2"/>
    <w:rsid w:val="00F0090A"/>
    <w:rsid w:val="00F011D0"/>
    <w:rsid w:val="00F01D29"/>
    <w:rsid w:val="00F04CC1"/>
    <w:rsid w:val="00F05BBA"/>
    <w:rsid w:val="00F1071C"/>
    <w:rsid w:val="00F12311"/>
    <w:rsid w:val="00F1550C"/>
    <w:rsid w:val="00F1593F"/>
    <w:rsid w:val="00F21548"/>
    <w:rsid w:val="00F23E5C"/>
    <w:rsid w:val="00F245E3"/>
    <w:rsid w:val="00F254B5"/>
    <w:rsid w:val="00F27F9C"/>
    <w:rsid w:val="00F313C1"/>
    <w:rsid w:val="00F31E3E"/>
    <w:rsid w:val="00F31FD6"/>
    <w:rsid w:val="00F4017E"/>
    <w:rsid w:val="00F43659"/>
    <w:rsid w:val="00F50A8C"/>
    <w:rsid w:val="00F526AC"/>
    <w:rsid w:val="00F56350"/>
    <w:rsid w:val="00F56E6E"/>
    <w:rsid w:val="00F60ACE"/>
    <w:rsid w:val="00F61F7A"/>
    <w:rsid w:val="00F62F9A"/>
    <w:rsid w:val="00F64A74"/>
    <w:rsid w:val="00F67C4B"/>
    <w:rsid w:val="00F755FA"/>
    <w:rsid w:val="00F76336"/>
    <w:rsid w:val="00F77A41"/>
    <w:rsid w:val="00F80B17"/>
    <w:rsid w:val="00F81BD7"/>
    <w:rsid w:val="00F852F8"/>
    <w:rsid w:val="00F8693E"/>
    <w:rsid w:val="00F869A0"/>
    <w:rsid w:val="00F937C6"/>
    <w:rsid w:val="00F9388B"/>
    <w:rsid w:val="00F93C92"/>
    <w:rsid w:val="00F96427"/>
    <w:rsid w:val="00F9754F"/>
    <w:rsid w:val="00FA226D"/>
    <w:rsid w:val="00FA28B4"/>
    <w:rsid w:val="00FA3705"/>
    <w:rsid w:val="00FB3777"/>
    <w:rsid w:val="00FB5508"/>
    <w:rsid w:val="00FC022A"/>
    <w:rsid w:val="00FC1F5E"/>
    <w:rsid w:val="00FC35C9"/>
    <w:rsid w:val="00FC4858"/>
    <w:rsid w:val="00FC4A34"/>
    <w:rsid w:val="00FC5D5B"/>
    <w:rsid w:val="00FC69D4"/>
    <w:rsid w:val="00FD123D"/>
    <w:rsid w:val="00FD1D9B"/>
    <w:rsid w:val="00FD2B89"/>
    <w:rsid w:val="00FD596D"/>
    <w:rsid w:val="00FD5E8F"/>
    <w:rsid w:val="00FD78CE"/>
    <w:rsid w:val="00FD7D60"/>
    <w:rsid w:val="00FD7F52"/>
    <w:rsid w:val="00FE16EF"/>
    <w:rsid w:val="00FE34F7"/>
    <w:rsid w:val="00FE449D"/>
    <w:rsid w:val="00FE46AB"/>
    <w:rsid w:val="00FE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2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33C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55E60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D6F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B86DF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A0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3C7"/>
    <w:rPr>
      <w:rFonts w:cs="Times New Roman"/>
      <w:sz w:val="2"/>
      <w:szCs w:val="2"/>
    </w:rPr>
  </w:style>
  <w:style w:type="paragraph" w:customStyle="1" w:styleId="ConsPlusTitle">
    <w:name w:val="ConsPlusTitle"/>
    <w:uiPriority w:val="99"/>
    <w:rsid w:val="00811F8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DocList">
    <w:name w:val="ConsPlusDocList"/>
    <w:uiPriority w:val="99"/>
    <w:rsid w:val="00B765E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8</Pages>
  <Words>1857</Words>
  <Characters>10585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gorenkov</dc:creator>
  <cp:keywords/>
  <dc:description/>
  <cp:lastModifiedBy>Пользователь</cp:lastModifiedBy>
  <cp:revision>2</cp:revision>
  <cp:lastPrinted>2016-05-18T06:55:00Z</cp:lastPrinted>
  <dcterms:created xsi:type="dcterms:W3CDTF">2016-06-06T07:18:00Z</dcterms:created>
  <dcterms:modified xsi:type="dcterms:W3CDTF">2016-06-06T07:18:00Z</dcterms:modified>
</cp:coreProperties>
</file>